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D6C54" w14:textId="77777777" w:rsidR="003765D2" w:rsidRPr="003765D2" w:rsidRDefault="003765D2" w:rsidP="003765D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765D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SARS-CoV-2/human/USA/FL-CDC-FG-192542/2021, complete genome</w:t>
      </w:r>
    </w:p>
    <w:p w14:paraId="40C174E8" w14:textId="77777777" w:rsidR="003765D2" w:rsidRPr="003765D2" w:rsidRDefault="003765D2" w:rsidP="003765D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t>GenBank: OL986696.1</w:t>
      </w:r>
    </w:p>
    <w:p w14:paraId="58AED06F" w14:textId="77777777" w:rsidR="003765D2" w:rsidRPr="003765D2" w:rsidRDefault="003765D2" w:rsidP="003765D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"https://www.ncbi.nlm.nih.gov/nuccore/OL986696.1?report=fasta" </w:instrText>
      </w:r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765D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"https://www.ncbi.nlm.nih.gov/nuccore/OL986696.1?report=graph" </w:instrText>
      </w:r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765D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986696.1"/>
    <w:bookmarkEnd w:id="1"/>
    <w:p w14:paraId="457F0F3C" w14:textId="77777777" w:rsidR="003765D2" w:rsidRPr="003765D2" w:rsidRDefault="003765D2" w:rsidP="003765D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"https://www.ncbi.nlm.nih.gov/nuccore/OL986696.1" \l "goto2169399436_0" </w:instrText>
      </w:r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765D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765D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67853A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LOCUS       OL986696               29786 bp    RNA     linear   VRL 22-DEC-2021</w:t>
      </w:r>
    </w:p>
    <w:p w14:paraId="412D115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90020B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SARS-CoV-2/human/USA/FL-CDC-FG-192542/2021, complete genome.</w:t>
      </w:r>
    </w:p>
    <w:p w14:paraId="14F4A11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ACCESSION   OL986696</w:t>
      </w:r>
    </w:p>
    <w:p w14:paraId="07D5C70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VERSION     OL986696.1</w:t>
      </w:r>
    </w:p>
    <w:p w14:paraId="2F421EA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"https://www.ncbi.nlm.nih.gov/bioproject/PRJNA731152"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PRJNA731152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69FD4B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"https://www.ncbi.nlm.nih.gov/biosample/SAMN24302329"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SAMN24302329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CAFA88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9E1F4A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C74675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8AC596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6EFA40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27597C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44CC6A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29786)</w:t>
      </w:r>
    </w:p>
    <w:p w14:paraId="106E875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B4B83D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B0E1B3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0736B85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594BA82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467E5D8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8D78FF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0BBA55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29786)</w:t>
      </w:r>
    </w:p>
    <w:p w14:paraId="39C3D38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895B2D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1FB93A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7B5CB04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2DE2A31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A97EF1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1BC2C9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(22-DEC-2021) Respiratory Viruses Branch, Division of</w:t>
      </w:r>
    </w:p>
    <w:p w14:paraId="0B081BB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11AFF8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3CAFBE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986696.1"/>
      <w:bookmarkEnd w:id="2"/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6D2D7B9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BWA; iVar 1.3</w:t>
      </w:r>
    </w:p>
    <w:p w14:paraId="04EA568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2D070FD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2F7F39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L986696.1"/>
      <w:bookmarkEnd w:id="3"/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D49AA9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1..29786</w:t>
      </w:r>
    </w:p>
    <w:p w14:paraId="0E21896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7A0B6E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B95227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3572C2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/isolate="SARS-CoV-2/human/USA/FL-CDC-FG-192542/2021"</w:t>
      </w:r>
    </w:p>
    <w:p w14:paraId="1246C67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4038905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505E33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E9D89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6F271A7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/collection_date="2021-12-09"</w:t>
      </w:r>
    </w:p>
    <w:p w14:paraId="4A2FC3A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"https://www.ncbi.nlm.nih.gov/nuccore/OL986696.1?from=229&amp;to=21506"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229..21506</w:t>
      </w:r>
    </w:p>
    <w:p w14:paraId="257228A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8E449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"https://www.ncbi.nlm.nih.gov/nuccore/OL986696.1?location=229:13419,13419:21506"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join(229..13419,13419..21506)</w:t>
      </w:r>
    </w:p>
    <w:p w14:paraId="17EB32D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0A735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CF6C50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F0F51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3F6FD2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"https://www.ncbi.nlm.nih.gov/protein/2169399437"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UHM66423.1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5B52F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B8A4FE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428350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586F46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55C044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61D6D0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1ECF08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9D420F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A0281B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D3771B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3118B3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3157BE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A3EB04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1FE1E9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CE9400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B4B3CD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068EEB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49A1BA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7247CB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DD21DA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60C9467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4A1548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C342D8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8C2C11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276B30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EBDD57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3B27D7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182F14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76FF8F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DAF7F2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0AD465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27075A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F5DB5C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913324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07E08B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E20623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B64B1D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10696F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4DA34C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226C4B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454F92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AE6CC6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33D05C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71291A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E69C97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B63D83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06A901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327BC8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6780A4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62EA54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6874EB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FE3859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689CEA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FC97E7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0054BA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6336CE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DE4C43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C48289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74A85D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0FC960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513F14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91C9BE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09965FC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8E48A1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229179E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1FF6B7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EC9889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4891D9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B3FCC9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998AE4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16373C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F5C53E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40CC0B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84A95A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05C321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BF9561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768BF1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877D68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86DFEF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EDA2DB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319320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8A1213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885142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463D53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4F79B2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A0766B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8FCE5A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904249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EFBBF2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AE0BA9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A623B7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591436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0D4100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27894B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6ED3F9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6AC5B7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D3EC4F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C18246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539855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ABD597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D1DCB3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B093A5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C1115F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685960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VDVPGIPKDMTYRRLISMMGFKMNYQVNGYPNMFITREEAIRHVRAWIGFDVEGCHAT</w:t>
      </w:r>
    </w:p>
    <w:p w14:paraId="3DDA566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C31738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02AC2A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37AB08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4D2EA6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A78716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9A438E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C284C6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1093FF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AE7306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238EB8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CB0B3D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1F1485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070A1F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C019C2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4D14D5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C90675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AD8FD3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177494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842ECE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"https://www.ncbi.nlm.nih.gov/protein/UHM66423.1?from=1&amp;to=180"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2A87380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7D43C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09DFDF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"https://www.ncbi.nlm.nih.gov/protein/UHM66423.1?from=181&amp;to=818"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4824A9F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98921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52A48B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"https://www.ncbi.nlm.nih.gov/protein/UHM66423.1?from=819&amp;to=2762"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12354B3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93143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27B1AE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"https://www.ncbi.nlm.nih.gov/protein/UHM66423.1?from=2763&amp;to=3262"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67C508F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F5797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040C71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"https://www.ncbi.nlm.nih.gov/protein/UHM66423.1?from=3263&amp;to=3568"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1023359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CBD97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46199F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"https://www.ncbi.nlm.nih.gov/protein/UHM66423.1?from=3569&amp;to=3855"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5F5D8C3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D956B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6E0E64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"https://www.ncbi.nlm.nih.gov/protein/UHM66423.1?from=3856&amp;to=3938"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7CEE066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799A5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E235A3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"https://www.ncbi.nlm.nih.gov/protein/UHM66423.1?from=3939&amp;to=4136"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4D48E2E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03643A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CCD9E2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"https://www.ncbi.nlm.nih.gov/protein/UHM66423.1?from=4137&amp;to=4249"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373830A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AE742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CAA794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"https://www.ncbi.nlm.nih.gov/protein/UHM66423.1?from=4250&amp;to=4388"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52FA3C8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F010C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8C196E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"https://www.ncbi.nlm.nih.gov/protein/UHM66423.1?from=4389&amp;to=5320"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join(13393..13419,13419..16187)</w:t>
      </w:r>
    </w:p>
    <w:p w14:paraId="65C74DF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062CE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9F6958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"https://www.ncbi.nlm.nih.gov/protein/UHM66423.1?from=5321&amp;to=5921"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16188..17990</w:t>
      </w:r>
    </w:p>
    <w:p w14:paraId="13D2570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62316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D0D8E7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"https://www.ncbi.nlm.nih.gov/protein/UHM66423.1?from=5922&amp;to=6448"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17991..19571</w:t>
      </w:r>
    </w:p>
    <w:p w14:paraId="6C201DF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2B3ED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1158B8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"https://www.ncbi.nlm.nih.gov/protein/UHM66423.1?from=6449&amp;to=6794"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19572..20609</w:t>
      </w:r>
    </w:p>
    <w:p w14:paraId="72977FD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0FDF8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0FF0D1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"https://www.ncbi.nlm.nih.gov/protein/UHM66423.1?from=6795&amp;to=7092"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20610..21503</w:t>
      </w:r>
    </w:p>
    <w:p w14:paraId="43A61D6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C2971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22A25D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"https://www.ncbi.nlm.nih.gov/nuccore/OL986696.1?from=229&amp;to=13434"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229..13434</w:t>
      </w:r>
    </w:p>
    <w:p w14:paraId="25F9971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2566B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E1FE1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4DD145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"https://www.ncbi.nlm.nih.gov/protein/2169399438"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UHM66424.1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61332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BF537B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9663BD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211BBC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D5EC9D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8722E8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F708AD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B8B867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2B16E3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BDD698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8253EB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7E4164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43757D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A30C55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C0F815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YCALAPNMMVTNNTFTLKGGAPTKVTFGDDTVIEVQGYKSVNITFELDERIDKVLNER</w:t>
      </w:r>
    </w:p>
    <w:p w14:paraId="09E174D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94C499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EAF74B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C1CF13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D5F6E8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12001D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3F2816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95BE58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582197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B1853A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F4D406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1AD4FA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0D6244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23A3A0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ED193C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91F4D0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0DBCD0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B566A2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D3237D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A96559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45DFA5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45A955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21FA5A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3231ED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562B47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6B0E51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B52346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BB0DCA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B0D19C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0A3BD5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4A393B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266968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4AA274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EB1A9A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0C5EEC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466239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D70519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8F7D45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69910E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92B245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71E326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C80DC7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KALNDFSNSGSDVLYQPPQISITSAVLQSGFRKMAFPSGKVEGCMVQVTCGTTTLNGL</w:t>
      </w:r>
    </w:p>
    <w:p w14:paraId="6696471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E31843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CA8E89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6EF1FA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E9E11C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11BC28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1035FD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79813D1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E11376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586671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02CE77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5B9B15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FD4B43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E126D8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3FFF1A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CE6CDA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D6BDFF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E7C33A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DD6E34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7DA624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FF81F5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"https://www.ncbi.nlm.nih.gov/protein/UHM66424.1?from=1&amp;to=180"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3CD6602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34CB4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F676BB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"https://www.ncbi.nlm.nih.gov/protein/UHM66424.1?from=181&amp;to=818"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0D9B134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40856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34ABA1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"https://www.ncbi.nlm.nih.gov/protein/UHM66424.1?from=819&amp;to=2762"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14D250B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6E304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53FD4F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"https://www.ncbi.nlm.nih.gov/protein/UHM66424.1?from=2763&amp;to=3262"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4CD8C24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A29F8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3CF91B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"https://www.ncbi.nlm.nih.gov/protein/UHM66424.1?from=3263&amp;to=3568"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6D158A0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5DB82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C6EF9F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"https://www.ncbi.nlm.nih.gov/protein/UHM66424.1?from=3569&amp;to=3855"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6877BF4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F13AF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56FF67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"https://www.ncbi.nlm.nih.gov/protein/UHM66424.1?from=3856&amp;to=3938"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734EF9C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D27E7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149CC2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"https://www.ncbi.nlm.nih.gov/protein/UHM66424.1?from=3939&amp;to=4136"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272AE8B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2E6C7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4036BE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"https://www.ncbi.nlm.nih.gov/protein/UHM66424.1?from=4137&amp;to=4249"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424FDEA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1E77A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4E01AB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"https://www.ncbi.nlm.nih.gov/protein/UHM66424.1?from=4250&amp;to=4388"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046E371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4498A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9A0AE4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"https://www.ncbi.nlm.nih.gov/protein/UHM66424.1?from=4389&amp;to=4401"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13393..13431</w:t>
      </w:r>
    </w:p>
    <w:p w14:paraId="3449FC4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603BF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7EA069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"https://www.ncbi.nlm.nih.gov/nuccore/OL986696.1?from=13427&amp;to=13454"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13427..13454</w:t>
      </w:r>
    </w:p>
    <w:p w14:paraId="580CAD9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6C840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311B1E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8E3792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"https://www.ncbi.nlm.nih.gov/nuccore/OL986696.1?from=13439&amp;to=13493"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13439..13493</w:t>
      </w:r>
    </w:p>
    <w:p w14:paraId="79ACE0B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364BE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60B0BB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0CDAF9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"https://www.ncbi.nlm.nih.gov/nuccore/OL986696.1?from=21514&amp;to=25317"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21514..25317</w:t>
      </w:r>
    </w:p>
    <w:p w14:paraId="6DD5351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7620D3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"https://www.ncbi.nlm.nih.gov/nuccore/OL986696.1?from=21514&amp;to=25317"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21514..25317</w:t>
      </w:r>
    </w:p>
    <w:p w14:paraId="77A1F15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AB461D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1A104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3F057B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"https://www.ncbi.nlm.nih.gov/protein/2169399439"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UHM66425.1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61664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19DECD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292CFC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53A455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CTFEYVSQPFLMDLEGKQGNFKNLREFVFKNIDGYFKIYSKHTPIIVRDLPQGFSALE</w:t>
      </w:r>
    </w:p>
    <w:p w14:paraId="0782BCA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3D8B0B6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1A427BD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VFNATKFASVYAWNRKRISNCVADYSVLYNLAPFFTFKCYGVSPTKLNDLCFTNVYAD</w:t>
      </w:r>
    </w:p>
    <w:p w14:paraId="0395AAC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SFVIRGDEVRQIAPGQTGNIADYNYKLPDDFTGCVIAWNSNKLDSKVSGNYNYLYRLF</w:t>
      </w:r>
    </w:p>
    <w:p w14:paraId="1FC4FBD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RKSNLKPFERDISTEIYQAGNKPCNGVAGFNCYFPLRSYSFRPTYGVGHQPYRVVVLS</w:t>
      </w:r>
    </w:p>
    <w:p w14:paraId="62FF453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FELLHAPATVCGPKKSTNLVKNKCVNFNFNGLKGTGVLTESNKKFLPFQQFGRDIADT</w:t>
      </w:r>
    </w:p>
    <w:p w14:paraId="7610544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6B7F2D0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08EFF0D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77F6321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3AED07C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ILPDPSKPSKRSFIEDLLFNKVTLADAGFIKQYGDCLGDIAARDLICAQKFKGLTVLP</w:t>
      </w:r>
    </w:p>
    <w:p w14:paraId="325052B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PLLTDEMIAQYTSALLAGTITSGWTFGAGAALQIPFAMQMAYRFNGIGVTQNVLYENQ</w:t>
      </w:r>
    </w:p>
    <w:p w14:paraId="4E81B56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611A285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DIFSRLDKVEAEVQIDRLITGRLQSLQTYVTQQLIRAAEIRASANLAATKMSECVLGQ</w:t>
      </w:r>
    </w:p>
    <w:p w14:paraId="438A29E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2675973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0838250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DKYFKNHTSPDVDLGDISGINASVVNIQKEIDRLNEVAKNLNESLIDLQELGKYEQYI</w:t>
      </w:r>
    </w:p>
    <w:p w14:paraId="6CF2436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2510C4E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0F5E766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"https://www.ncbi.nlm.nih.gov/nuccore/OL986696.1?from=25326&amp;to=26153"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25326..26153</w:t>
      </w:r>
    </w:p>
    <w:p w14:paraId="35F15F3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7DF200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"https://www.ncbi.nlm.nih.gov/nuccore/OL986696.1?from=25326&amp;to=26153"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25326..26153</w:t>
      </w:r>
    </w:p>
    <w:p w14:paraId="15DD160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DA2975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955A3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9B3003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"https://www.ncbi.nlm.nih.gov/protein/2169399440"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UHM66426.1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1C311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B93596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ED8AFE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9E16E1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84A1AA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DEDB43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"https://www.ncbi.nlm.nih.gov/nuccore/OL986696.1?from=26178&amp;to=26405"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26178..26405</w:t>
      </w:r>
    </w:p>
    <w:p w14:paraId="03276E4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ABDB05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"https://www.ncbi.nlm.nih.gov/nuccore/OL986696.1?from=26178&amp;to=26405"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26178..26405</w:t>
      </w:r>
    </w:p>
    <w:p w14:paraId="7A23F08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FD0190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5C15C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0BD3C8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"https://www.ncbi.nlm.nih.gov/protein/2169399441"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UHM66427.1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C7E5F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DCE86F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71D18E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"https://www.ncbi.nlm.nih.gov/nuccore/OL986696.1?from=26456&amp;to=27124"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26456..27124</w:t>
      </w:r>
    </w:p>
    <w:p w14:paraId="72507DC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4F70A4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"https://www.ncbi.nlm.nih.gov/nuccore/OL986696.1?from=26456&amp;to=27124"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26456..27124</w:t>
      </w:r>
    </w:p>
    <w:p w14:paraId="6452E3F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AFF88B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2BB69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0093D0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"https://www.ncbi.nlm.nih.gov/protein/2169399442"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UHM66428.1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767AB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54EF4D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11453B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3DD863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4732F9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1F6A45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"https://www.ncbi.nlm.nih.gov/nuccore/OL986696.1?from=27135&amp;to=27320"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27135..27320</w:t>
      </w:r>
    </w:p>
    <w:p w14:paraId="3E0BF66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6BF7870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"https://www.ncbi.nlm.nih.gov/nuccore/OL986696.1?from=27135&amp;to=27320"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27135..27320</w:t>
      </w:r>
    </w:p>
    <w:p w14:paraId="1203322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FA8586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53B3B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E2266F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"https://www.ncbi.nlm.nih.gov/protein/2169399443"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UHM66429.1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D4283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E1842D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3C9F38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"https://www.ncbi.nlm.nih.gov/nuccore/OL986696.1?from=27327&amp;to=27692"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27327..27692</w:t>
      </w:r>
    </w:p>
    <w:p w14:paraId="259124D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C3F23F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"https://www.ncbi.nlm.nih.gov/nuccore/OL986696.1?from=27327&amp;to=27692"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27327..27692</w:t>
      </w:r>
    </w:p>
    <w:p w14:paraId="2D54C9F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8D440B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C3E40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310C7A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"https://www.ncbi.nlm.nih.gov/protein/2169399444"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UHM66430.1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C9028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B73B8B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182E92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637438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"https://www.ncbi.nlm.nih.gov/nuccore/OL986696.1?from=27689&amp;to=27820"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27689..27820</w:t>
      </w:r>
    </w:p>
    <w:p w14:paraId="01265B0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77ECBD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"https://www.ncbi.nlm.nih.gov/nuccore/OL986696.1?from=27689&amp;to=27820"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27689..27820</w:t>
      </w:r>
    </w:p>
    <w:p w14:paraId="166009E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D6974D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B4D26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0F848A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"https://www.ncbi.nlm.nih.gov/protein/2169399445"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UHM66431.1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071D7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C01EA9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"https://www.ncbi.nlm.nih.gov/nuccore/OL986696.1?from=27827&amp;to=28192"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27827..28192</w:t>
      </w:r>
    </w:p>
    <w:p w14:paraId="5091A20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E0109E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"https://www.ncbi.nlm.nih.gov/nuccore/OL986696.1?from=27827&amp;to=28192"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27827..28192</w:t>
      </w:r>
    </w:p>
    <w:p w14:paraId="08E6DC3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B99C02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6C8FA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3CFAF1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"https://www.ncbi.nlm.nih.gov/protein/2169399446"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UHM66432.1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7CF2D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17C70F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E06147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A4CBCB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"https://www.ncbi.nlm.nih.gov/nuccore/OL986696.1?from=28207&amp;to=29457"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28207..29457</w:t>
      </w:r>
    </w:p>
    <w:p w14:paraId="5CF00F3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083C7C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"https://www.ncbi.nlm.nih.gov/nuccore/OL986696.1?from=28207&amp;to=29457"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28207..29457</w:t>
      </w:r>
    </w:p>
    <w:p w14:paraId="5A941C9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F19E45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5A8D5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FEE110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"https://www.ncbi.nlm.nih.gov/protein/2169399447"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UHM66433.1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0F6CF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9D427A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B022F6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DE12DF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2ACB19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625164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7D3FB9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A675B8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A2FCA3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"https://www.ncbi.nlm.nih.gov/nuccore/OL986696.1?from=29482&amp;to=29598"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29482..29598</w:t>
      </w:r>
    </w:p>
    <w:p w14:paraId="766DC7A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C91D89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"https://www.ncbi.nlm.nih.gov/nuccore/OL986696.1?from=29482&amp;to=29598"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29482..29598</w:t>
      </w:r>
    </w:p>
    <w:p w14:paraId="322F013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4F0F5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0BA34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D843A4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"https://www.ncbi.nlm.nih.gov/protein/2169399448"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UHM66434.1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BD95C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828E70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"https://www.ncbi.nlm.nih.gov/nuccore/OL986696.1?from=29533&amp;to=29568"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29533..29568</w:t>
      </w:r>
    </w:p>
    <w:p w14:paraId="34333C8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CA4CF3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9AF681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"https://www.ncbi.nlm.nih.gov/nuccore/OL986696.1?from=29553&amp;to=29581"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29553..29581</w:t>
      </w:r>
    </w:p>
    <w:p w14:paraId="69385F9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B90B8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FFB75A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"https://www.ncbi.nlm.nih.gov/nuccore/OL986696.1?from=29652&amp;to=29692" </w:instrTex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5D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29652..29692</w:t>
      </w:r>
    </w:p>
    <w:p w14:paraId="6CDCA7E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8226A6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B58429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986696.1"/>
      <w:bookmarkEnd w:id="4"/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aactttcgat ctcttgtaga tctgttctct aaacgaactt taaaatctgt gtggctgtca</w:t>
      </w:r>
    </w:p>
    <w:p w14:paraId="53FF608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ctcggctgca tgcttagtgc actcacgcag tataattaat aactaattac tgtcgttgac</w:t>
      </w:r>
    </w:p>
    <w:p w14:paraId="0727652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aggacacgag taactcgtct atcttctgca ggctgcttac ggtttcgtcc gtgttgcagc</w:t>
      </w:r>
    </w:p>
    <w:p w14:paraId="0D5F520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cgatcatcag cacatctagg ttttgtccgg gtgtgaccga aaggtaagat ggagagcctt</w:t>
      </w:r>
    </w:p>
    <w:p w14:paraId="1CDB4C8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gtccctggtt tcaacgagaa aacacacgtc caactcagtt tgcctgtttt acaggttcgc</w:t>
      </w:r>
    </w:p>
    <w:p w14:paraId="2413E3C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gacgtgctcg tacgtggctt tggagactcc gtggaggagg tcttatcaga ggcacgtcaa</w:t>
      </w:r>
    </w:p>
    <w:p w14:paraId="2A1567F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catcttaaag atggcacttg tggcttagta gaagttgaaa aaggcgtttt gcctcaactt</w:t>
      </w:r>
    </w:p>
    <w:p w14:paraId="1242241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gaacagccct atgtgttcat caaacgttcg gatgctcgaa ctgcacctca tggtcatgtt</w:t>
      </w:r>
    </w:p>
    <w:p w14:paraId="0E6EF9B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atggttgagc tggtagcaga actcgaaggc attcagtacg gtcgtagtgg tgagacactt</w:t>
      </w:r>
    </w:p>
    <w:p w14:paraId="526DE0C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ggtgtccttg tccctcatgt gggcgaaata ccagtggctt accgcaaggt tcttcttcgt</w:t>
      </w:r>
    </w:p>
    <w:p w14:paraId="5C5423B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aagaacggta ataaaggagc tggtggccat agttacggcg ccgatctaaa gtcatttgac</w:t>
      </w:r>
    </w:p>
    <w:p w14:paraId="22EA973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ttaggcgacg agcttggcac tgatccttat gaagattttc aagaaaactg gaacactaaa</w:t>
      </w:r>
    </w:p>
    <w:p w14:paraId="1CB714B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catagcagtg gtgttacccg tgaactcatg cgtgagctta acggaggggc atacactcgc</w:t>
      </w:r>
    </w:p>
    <w:p w14:paraId="36A3334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tatgtcgata acaacttctg tggccctgat ggctaccctc ttgagtgcat taaagacctt</w:t>
      </w:r>
    </w:p>
    <w:p w14:paraId="2DF339D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ctagcacgtg ctggtaaagc ttcatgcact ttgtccgaac aactggactt tattgacact</w:t>
      </w:r>
    </w:p>
    <w:p w14:paraId="66FE70B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aagaggggtg tatactgctg ccgtgaacat gagcatgaaa ttgcttggta cacggaacgt</w:t>
      </w:r>
    </w:p>
    <w:p w14:paraId="4A36787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tctgaaaaga gctatgaatt gcagacacct tttgaaatta aattggcaaa gaaatttgac</w:t>
      </w:r>
    </w:p>
    <w:p w14:paraId="26B752B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accttcaatg gggaatgtcc aaattttgta tttcccttaa attccataat caagactatt</w:t>
      </w:r>
    </w:p>
    <w:p w14:paraId="61ED94F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caaccaaggg ttgaaaagaa aaagcttgat ggctttatgg gtagaattcg atctgtctat</w:t>
      </w:r>
    </w:p>
    <w:p w14:paraId="7277C68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ccagttgcgt caccaaatga atgcaaccaa atgtgccttt caactctcat gaagtgtgat</w:t>
      </w:r>
    </w:p>
    <w:p w14:paraId="780909B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cattgtggtg aaacttcatg gcagacgggc gattttgtta aagccacttg cgaattttgt</w:t>
      </w:r>
    </w:p>
    <w:p w14:paraId="0DC7242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ggcactgaga atttgactaa agaaggtgcc actacttgtg gttacttacc ccaaaatgct</w:t>
      </w:r>
    </w:p>
    <w:p w14:paraId="2BC392B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gttgttaaaa tttattgtcc agcatgtcac aattcagaag taggacctga gcatagtctt</w:t>
      </w:r>
    </w:p>
    <w:p w14:paraId="08E02B1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gccgaatacc ataatgaatc tggcttgaaa accattcttc gtaagggtgg tcgcactatt</w:t>
      </w:r>
    </w:p>
    <w:p w14:paraId="1AE18BB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gcctttggag gctgtgtgtt ctcttatgtt ggttgccata acaagtgtgc ctattgggtt</w:t>
      </w:r>
    </w:p>
    <w:p w14:paraId="59BA939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ccacgtgcta gcgctaacat aggttgtaac catacaggtg ttgttggaga aggttccgaa</w:t>
      </w:r>
    </w:p>
    <w:p w14:paraId="65BD286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ggtcttaatg acaaccttct tgaaatactc caaaaagaga aagtcaacat caatattgtt</w:t>
      </w:r>
    </w:p>
    <w:p w14:paraId="24C4C14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ggtgacttta aacttaatga agagatcgcc attattttgg catctttttc tgcttccaca</w:t>
      </w:r>
    </w:p>
    <w:p w14:paraId="2B36A46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agtgcttttg tggaaactgt gaaaggtttg gattataaag cattcaaaca aattgttgaa</w:t>
      </w:r>
    </w:p>
    <w:p w14:paraId="6A4E737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tcctgtggta attttaaagt tacaaaagga aaagctaaaa aaggtgcctg gaatattggt</w:t>
      </w:r>
    </w:p>
    <w:p w14:paraId="5EB15B5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gaacagaaat caatactgag tcctctttat gcatttgcat cagaggctgc tcgtgttgta</w:t>
      </w:r>
    </w:p>
    <w:p w14:paraId="550A567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cgatcaattt tctcccgcac tcttgaaact gctcaaaatt ctgtgcgtgt tttacagaag</w:t>
      </w:r>
    </w:p>
    <w:p w14:paraId="08A4447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gccgctataa caatactaga tggaatttca cagtattcac tgagactcat tgatgctatg</w:t>
      </w:r>
    </w:p>
    <w:p w14:paraId="20E2466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atgttcacat ctgatttggc tactaacaat ctagttgtaa tggcctacat tacaggtggt</w:t>
      </w:r>
    </w:p>
    <w:p w14:paraId="23B4468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gttgttcagt tgacttcgca gtggctaact aacatctttg gcactgttta tgaaaaactc</w:t>
      </w:r>
    </w:p>
    <w:p w14:paraId="5602396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aaacccgtcc ttgattggct tgaagagaag tttaaggaag gtgtagagtt tcttagagac</w:t>
      </w:r>
    </w:p>
    <w:p w14:paraId="2E6008A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ggttgggaaa ttgttaaatt tatctcaacc tgtgcttgtg aaattgtcgg tggacaaatt</w:t>
      </w:r>
    </w:p>
    <w:p w14:paraId="3538639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gtcacctgtg caaaggaaat taaggagagt gttcagacat tctttaagct tgtaaataaa</w:t>
      </w:r>
    </w:p>
    <w:p w14:paraId="4F51031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tttttggctt tgtgtgctga ctctatcatt attggtggag ctaaacttaa agccttgaat</w:t>
      </w:r>
    </w:p>
    <w:p w14:paraId="71F0CA3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ttaggtgaaa catttgtcac gcactcaaag ggattgtaca gaaagtgtgt taaatccaga</w:t>
      </w:r>
    </w:p>
    <w:p w14:paraId="3D8AB50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gaagaaactg gcctactcat gcctctaaaa gctccaaaag aaattatctt cttagaggga</w:t>
      </w:r>
    </w:p>
    <w:p w14:paraId="0D4F18D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gaaacacttc ccacagaagt gttaacagag gaagttgtct tgaaaactgg tgatttacaa</w:t>
      </w:r>
    </w:p>
    <w:p w14:paraId="2E79E24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ccattagaac aacctactag tgaagctgtt gaagctccat tggttggtac accagtttgt</w:t>
      </w:r>
    </w:p>
    <w:p w14:paraId="14E996C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attaacgggc ttatgttgct cgaaatcaaa gacacagaaa agtactgtgc ccttgcacct</w:t>
      </w:r>
    </w:p>
    <w:p w14:paraId="604A2ED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aatatgatgg taacaaacaa taccttcaca ctcaaaggcg gtgcaccaac aaaggttact</w:t>
      </w:r>
    </w:p>
    <w:p w14:paraId="18F443E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tttggtgatg acactgtgat agaagtgcaa ggttacaaga gtgtgaatat cacttttgaa</w:t>
      </w:r>
    </w:p>
    <w:p w14:paraId="6DDCCAA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cttgatgaaa ggattgataa agtacttaat gagaggtgct ctgcctatac agttgaactc</w:t>
      </w:r>
    </w:p>
    <w:p w14:paraId="4A585B0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ggtacagaag taaatgagtt cgcctgtgtt gtggcagatg ctgtcataaa aactttgcaa</w:t>
      </w:r>
    </w:p>
    <w:p w14:paraId="3AA962C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ccagtatctg aattacttac accactgggc attgatttag atgagtggag tatggctaca</w:t>
      </w:r>
    </w:p>
    <w:p w14:paraId="0F3F457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tactacttat ttgatgagtc tggtgagttt aaattggctt cacatatgta ttgttctttt</w:t>
      </w:r>
    </w:p>
    <w:p w14:paraId="0958793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taccctccag atgaggatga agaagaaggt gattgtgaag aagaagagtt tgagccatca</w:t>
      </w:r>
    </w:p>
    <w:p w14:paraId="222DFE8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actcaatatg agtatggtac tgaagatgat taccaaggta aacctttgga atttggtgcc</w:t>
      </w:r>
    </w:p>
    <w:p w14:paraId="598B587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acttctgctg ctcttcaacc tgaagaagag caagaagaag attggttaga tgatgatagt</w:t>
      </w:r>
    </w:p>
    <w:p w14:paraId="51CCAC2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caacaaactg ttggtcaaca agacggcagt gaggacaatc agacaactac tattcaaaca</w:t>
      </w:r>
    </w:p>
    <w:p w14:paraId="33F4805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attgttgagg ttcaacctca attagagatg gaacttacac cagttgttca gactattgaa</w:t>
      </w:r>
    </w:p>
    <w:p w14:paraId="45EBC02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gtgaatagtt ttagtggtta tttaaaactt actgacaatg tatacattaa aaatgcagac</w:t>
      </w:r>
    </w:p>
    <w:p w14:paraId="003857E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attgtggaag aagctaaaaa ggtaaaacca acagtggttg ttaatgcagc caatgtttac</w:t>
      </w:r>
    </w:p>
    <w:p w14:paraId="0C907BA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cttaaacatg gaggaggtgt tgcaggagcc ttaaataagg ctactaacaa tgccatgcaa</w:t>
      </w:r>
    </w:p>
    <w:p w14:paraId="1DE3930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gttgaatctg atgattacat agctactaat ggaccactta aagtgggtgg tagttgtgtt</w:t>
      </w:r>
    </w:p>
    <w:p w14:paraId="3E8B421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ttaagcggac acaatcttgc taaacactgt cttcatgttg tcggcccaaa tgttaacaaa</w:t>
      </w:r>
    </w:p>
    <w:p w14:paraId="7F73CB9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ggtgaagaca ttcaacttct taagagtgct tatgaaaatt ttaatcagca cgaagttcta</w:t>
      </w:r>
    </w:p>
    <w:p w14:paraId="1856C78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cttgcaccat tattatcagc tggtattttt ggtgctgacc ctatacattc tttaagagtt</w:t>
      </w:r>
    </w:p>
    <w:p w14:paraId="54319E8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tgtgtagata ctgttcgcac aaatgtctac ttagctgtct ttgataaaaa tctctatgac</w:t>
      </w:r>
    </w:p>
    <w:p w14:paraId="0E9B46A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aaacttgttt caagcttttt ggaaatgaag agtgaaaagc aagttgaaca aaagatcgct</w:t>
      </w:r>
    </w:p>
    <w:p w14:paraId="75F27BE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gagattccta aagaggaagt taagccattt ataactgaaa gtaaaccttc agttgaacag</w:t>
      </w:r>
    </w:p>
    <w:p w14:paraId="7288948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agaaaacaag atgataagaa aatcaaagct tgtgttgaag aagttacaac aactctggaa</w:t>
      </w:r>
    </w:p>
    <w:p w14:paraId="7CB6D4A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gaaactaagt tcctcacaga aaacttgtta ctttatattg acattaatgg caatcttcat</w:t>
      </w:r>
    </w:p>
    <w:p w14:paraId="0D0A2F1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ccagattctg ccactcttgt tagtgacatt gacatcactt tcttaaagaa agatgctcca</w:t>
      </w:r>
    </w:p>
    <w:p w14:paraId="5ABD666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tatatagtgg gtgatgttgt tcaagagggt gttttaactg ctgtggttat acctactaaa</w:t>
      </w:r>
    </w:p>
    <w:p w14:paraId="2F0DC66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aaggctggtg gcactactga aatgctagcg aaagctttga gaaaagtgcc aacagacaat</w:t>
      </w:r>
    </w:p>
    <w:p w14:paraId="3E81EAA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tatataacca cttacccggg tcagggttta aatggttaca ctgtagagga ggcaaagaca</w:t>
      </w:r>
    </w:p>
    <w:p w14:paraId="19133B0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gtgcttaaaa agtgtaaaag tgccttttac attctaccat ctattatctc taatgagaag</w:t>
      </w:r>
    </w:p>
    <w:p w14:paraId="11CCE7F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caagaaattc ttggaactgt ttcttggaat ttgcgagaaa tgcttgcaca tgcagaagaa</w:t>
      </w:r>
    </w:p>
    <w:p w14:paraId="7CEAE54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acacgcaaat taatgcctgt ctgtgtggaa actaaagcca tagtttcaac tatacagcgt</w:t>
      </w:r>
    </w:p>
    <w:p w14:paraId="5A6C02F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aaatataagg gtattaaaat acaagagggt gtggttgatt atggtgctag attttacttt</w:t>
      </w:r>
    </w:p>
    <w:p w14:paraId="7CBA433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tacaccagta aaacaactgt agcgtcactt atcaacacac ttaacgatct aaatgaaact</w:t>
      </w:r>
    </w:p>
    <w:p w14:paraId="10B0DF5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cttgttacaa tgccacttgg ctatgtaaca catggcttaa atttggaaga agctgctcgg</w:t>
      </w:r>
    </w:p>
    <w:p w14:paraId="6C74979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tatatgagat ctctcaaagt gccagctaca gtttctgttt cttcacctga tgctgttaca</w:t>
      </w:r>
    </w:p>
    <w:p w14:paraId="4FE97D2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gcgtataatg gttatcttac ttcttcttct aaaacacctg aagaacattt tattgaaacc</w:t>
      </w:r>
    </w:p>
    <w:p w14:paraId="4B72818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atctcacttg ctggttccta taaagattgg tcctattctg gacaatctac acaactaggt</w:t>
      </w:r>
    </w:p>
    <w:p w14:paraId="02E0F64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atagaatttc ttaagagagg tgataaaagt gtatattaca ctagtaatcc taccacattc</w:t>
      </w:r>
    </w:p>
    <w:p w14:paraId="0B541B5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cacctagatg gtgaagttat cacctttgac aatcttaaga cacttctttc tttgagagaa</w:t>
      </w:r>
    </w:p>
    <w:p w14:paraId="34AAB36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gtgaggacta ttaaggtgtt tacaacagta gacaacatta acctccacac gcaagttgtg</w:t>
      </w:r>
    </w:p>
    <w:p w14:paraId="13B04CA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gacatgtcaa tgacatatgg acaacagttt ggtccaactt atttggatgg agctgatgtt</w:t>
      </w:r>
    </w:p>
    <w:p w14:paraId="6D7849C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actaaaataa aacctcataa ttcacatgaa ggtaaaacat tttatgtttt acctaatgat</w:t>
      </w:r>
    </w:p>
    <w:p w14:paraId="3AB39A4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gacactctac gtgttgaggc ttttgagtac taccacacaa ctgatcctag ttttctgggt</w:t>
      </w:r>
    </w:p>
    <w:p w14:paraId="173311A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aggtacatgt cagcattaaa tcacactaaa aagtggaaat acccacaagt taatggttta</w:t>
      </w:r>
    </w:p>
    <w:p w14:paraId="1D3813E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acttctatta aatgggcaga taacaactgt tatcttgcca ctgcattgtt aacactccaa</w:t>
      </w:r>
    </w:p>
    <w:p w14:paraId="0B6114B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caaatagagt tgaagtttaa tccacctgct ctacaagatg cttattacag agcaagggct</w:t>
      </w:r>
    </w:p>
    <w:p w14:paraId="2663502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ggtgaagcgg ctaacttttg tgcacttatc ttagcctact gtaataagac agtaggtgag</w:t>
      </w:r>
    </w:p>
    <w:p w14:paraId="4B067BB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ttaggtgatg ttagagaaac aatgagttac ttgtttcaac atgccaattt agattcttgc</w:t>
      </w:r>
    </w:p>
    <w:p w14:paraId="52C551B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aaaagagtct tgaacgtggt gtgtaaaact tgtggacaac agcagacaac ccttaagggt</w:t>
      </w:r>
    </w:p>
    <w:p w14:paraId="76DC5D0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gtagaagctg ttatgtacat gggcacactt tcttatgaac aatttaagaa aggtgttcag</w:t>
      </w:r>
    </w:p>
    <w:p w14:paraId="7EE8B77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ataccttgta cgtgtggtaa acaagctaca aaatatctag tacaacagga gtcacctttt</w:t>
      </w:r>
    </w:p>
    <w:p w14:paraId="40D2605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gttatgatgt cagcaccacc tgctcagtat gaacttaagc atggtacatt tacttgtgct</w:t>
      </w:r>
    </w:p>
    <w:p w14:paraId="61C7A26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agtgagtaca ctggtaatta ccagtgtggt cactataaac atataacttc taaagaaact</w:t>
      </w:r>
    </w:p>
    <w:p w14:paraId="42AF3D3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ttgtattgca tagacggtgc tttacttaca aagtcctcag aatacaaagg tcctattacg</w:t>
      </w:r>
    </w:p>
    <w:p w14:paraId="57CC25F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gatgttttct acaaagaaaa cagttacaca acaaccataa aaccagttac ttataaattg</w:t>
      </w:r>
    </w:p>
    <w:p w14:paraId="4DDA784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gatggtgttg tttgtacaga aattgaccct aagttggaca attattataa gaaagacaat</w:t>
      </w:r>
    </w:p>
    <w:p w14:paraId="514466E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tcttatttca cagagcaacc aattgatctt gtaccaaacc aaccatatcc aaacgcaagc</w:t>
      </w:r>
    </w:p>
    <w:p w14:paraId="482C671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ttcgataatt ttaagtttgt atgtgataat atcaaatttg ctgatgattt aaaccagtta</w:t>
      </w:r>
    </w:p>
    <w:p w14:paraId="6A7C8A0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actggttata agaaacctgc ttcaagagag cttaaagtta catttttccc tgacttaaat</w:t>
      </w:r>
    </w:p>
    <w:p w14:paraId="46C89EE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ggtgatgtgg tggctattga ttataaacac tacacaccct cttttaagaa aggagctaaa</w:t>
      </w:r>
    </w:p>
    <w:p w14:paraId="1985457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ttgttacata aacctattgt ttggcatgtt aacaatgcaa ctaataaagc cacgtataaa</w:t>
      </w:r>
    </w:p>
    <w:p w14:paraId="28C67A2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ccaaatacct ggtgtatacg ttgtctttgg agcacaaaac cagttgaaac atcaaattcg</w:t>
      </w:r>
    </w:p>
    <w:p w14:paraId="61495CD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tttgatgtac tgaagtcaga ggacgcgcag ggaatggata atcttgcctg cgaagatcta</w:t>
      </w:r>
    </w:p>
    <w:p w14:paraId="567CB90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aaaccagtct ctgaagaagt agtggaaaat cctaccatac agaaagacgt tcttgagtgt</w:t>
      </w:r>
    </w:p>
    <w:p w14:paraId="09D2BEC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aatgtgaaaa ctaccgaagt tgtaggagac attatactta aaccagcaaa taatataaaa</w:t>
      </w:r>
    </w:p>
    <w:p w14:paraId="74ED701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attacagaag aggttggcca cacagatcta atggctgctt atgtagacaa ttctagtctt</w:t>
      </w:r>
    </w:p>
    <w:p w14:paraId="53F325F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actattaaga aacctaatga attatctaga gtattaggtt tgaaaaccct tgctactcat</w:t>
      </w:r>
    </w:p>
    <w:p w14:paraId="320419F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ggtttagctg ctgttaatag tgtcccttgg gatactatag ctaattatgc taagcctttt</w:t>
      </w:r>
    </w:p>
    <w:p w14:paraId="6265237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cttaacaaag ttgttagtac aactactaac atagttacac ggtgtttaaa ccgtgtttgt</w:t>
      </w:r>
    </w:p>
    <w:p w14:paraId="5D0FA84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actaattata tgccttattt ctttacttta ttgctacaat tgtgtacttt tactagaagt</w:t>
      </w:r>
    </w:p>
    <w:p w14:paraId="3CB6E61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acaaattcta gaattaaagc atctatgccg actactatag caaagaatac tgttaagagt</w:t>
      </w:r>
    </w:p>
    <w:p w14:paraId="4FA69CD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gtcggtaaat tttgtctaga ggcttcattt aattatttga agtcacctaa tttttctaaa</w:t>
      </w:r>
    </w:p>
    <w:p w14:paraId="45DC71D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ctgataaata ttataatttg gtttttacta ttaagtgttt gcctaggttc tttaatctac</w:t>
      </w:r>
    </w:p>
    <w:p w14:paraId="3508681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tcaaccgctg ctttaggtgt tttaatgtct aatttaggca tgccttctta ctgtactggt</w:t>
      </w:r>
    </w:p>
    <w:p w14:paraId="1E8D7D5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tacagagaag gctatttgaa ctctactaat gtcactattg caacctactg tactggttct</w:t>
      </w:r>
    </w:p>
    <w:p w14:paraId="350F382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ataccttgta gtgtttgtct tagtggttta gattctttag acacctatcc ttctttagaa</w:t>
      </w:r>
    </w:p>
    <w:p w14:paraId="23EAAC3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actatacaaa ttaccatttc atcttttaaa tgggatttaa ctgcttttgg cttagttgca</w:t>
      </w:r>
    </w:p>
    <w:p w14:paraId="7CDE086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gagtggtttt tggcatatat tcttttcact aggtttttct atgtacttgg attggctgca</w:t>
      </w:r>
    </w:p>
    <w:p w14:paraId="6CF567B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atcatgcaat tgtttttcag ctattttgca gtacatttta ttagtaattc ttggcttatg</w:t>
      </w:r>
    </w:p>
    <w:p w14:paraId="1D9944C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tggttaataa ttaatcttgt acaaatggcc ccgatttcag ctatggttag aatgtacatc</w:t>
      </w:r>
    </w:p>
    <w:p w14:paraId="1BF06A0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ttctttgcat cattttatta tgtatggaaa agttatgtgc atgttgtaga cggttgtaat</w:t>
      </w:r>
    </w:p>
    <w:p w14:paraId="712038F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tcatcaactt gtatgatgtg ttacaaacgt aatagagcaa caagagtcga atgtacaact</w:t>
      </w:r>
    </w:p>
    <w:p w14:paraId="7C35BB2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attgttaatg gtgttagaag gtccttttat gtctatgcta atggaggtaa aggcttttgc</w:t>
      </w:r>
    </w:p>
    <w:p w14:paraId="3459071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aaactacaca attggaattg tgttaattgt gatacattct gtgctggtag tacatttatt</w:t>
      </w:r>
    </w:p>
    <w:p w14:paraId="5672651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agtgatgaag ttgcgagaga cttgtcacta cagtttaaaa gaccaataaa tcctactgac</w:t>
      </w:r>
    </w:p>
    <w:p w14:paraId="7D9DB5E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cagtcttctt acatcgttga tagtgttaca gtgaagaatg gttccatcca tctttacttt</w:t>
      </w:r>
    </w:p>
    <w:p w14:paraId="2657DA0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gataaagctg gtcaaaagac ttatgaaaga cattctctct ctcattttgt taacttagac</w:t>
      </w:r>
    </w:p>
    <w:p w14:paraId="1354DFB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aacctgagag ctaataacac taaaggttca ttgcctatta atgttatagt ttttgatggt</w:t>
      </w:r>
    </w:p>
    <w:p w14:paraId="3A16614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aaatcaaaat gtgaagaatc atctgcaaaa tcagcgtctg tttactacag tcagcttatg</w:t>
      </w:r>
    </w:p>
    <w:p w14:paraId="079E50F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tgtcaaccta tactgttact agatcaggca ttagtgtctg atgttggtga tagtgcggaa</w:t>
      </w:r>
    </w:p>
    <w:p w14:paraId="5F95A0D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gttgcagtta aaatgtttga tgcttacgtt aatacgtttt catcaacttt taacgtacca</w:t>
      </w:r>
    </w:p>
    <w:p w14:paraId="0A49763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atggaaaaac tcaaaacact agttgcaact gcagaagctg aacttgcaaa gaatgtgtcc</w:t>
      </w:r>
    </w:p>
    <w:p w14:paraId="3F49B2D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ttagacaatg tcttatctac ttttatttca gcagctcggc aagggtttgt tgattcagat</w:t>
      </w:r>
    </w:p>
    <w:p w14:paraId="095FA4A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gtagaaacta aagatgttgt tgaatgtctt aaattgtcac atcaatctga catagaagtt</w:t>
      </w:r>
    </w:p>
    <w:p w14:paraId="353D32E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actggcgata gttgtaataa ctatatgctc acctataaca aggttgaaaa catgacaccc</w:t>
      </w:r>
    </w:p>
    <w:p w14:paraId="07D6884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cgtgaccttg gtgcttgtat tgactgtagt gcgcgtcata ttaatgcgca ggtagcaaaa</w:t>
      </w:r>
    </w:p>
    <w:p w14:paraId="4C370D1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agtcacaaca ttactttgat atggaacgtt aaagatttca tgtcattgtc tgaacaacta</w:t>
      </w:r>
    </w:p>
    <w:p w14:paraId="76FF255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cgaaaacaaa tacgtagtgc tgctaaaaag aataacttac cttttaagtt gacatgtgca</w:t>
      </w:r>
    </w:p>
    <w:p w14:paraId="35496F7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actactagac aagttgttaa tgttgtaaca acaaagatag cacttaaggg tggtaaaatt</w:t>
      </w:r>
    </w:p>
    <w:p w14:paraId="5D45629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gttaataatt ggttgaagca gttaattaaa gttacacttg tgttcctttt tgttgctgct</w:t>
      </w:r>
    </w:p>
    <w:p w14:paraId="49E5516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attttctatt taataacacc tgttcatgtc atgtctaaac atactgactt ttcaagtgaa</w:t>
      </w:r>
    </w:p>
    <w:p w14:paraId="7D713FA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atcataggat acaaggctat tgatggtggt gtcactcgtg acatagcatc tacagatact</w:t>
      </w:r>
    </w:p>
    <w:p w14:paraId="7CA4A67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tgttttgcta acaaacatgc tgattttgac acatggttta gccagcgtgg tggtagttat</w:t>
      </w:r>
    </w:p>
    <w:p w14:paraId="5392FC2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actaatgaca aagcttgccc attgattgct gcagtcataa caagagaagt gggttttgtc</w:t>
      </w:r>
    </w:p>
    <w:p w14:paraId="48E0EED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gtgcctggtt tgcctggcac gatattacgc acaactaatg gtgacttttt gcatttctta</w:t>
      </w:r>
    </w:p>
    <w:p w14:paraId="7837733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cctagagttt ttagtgcagt tggtaacatc tgttacacac catcaaaact tatagagtac</w:t>
      </w:r>
    </w:p>
    <w:p w14:paraId="024AE46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actgactttg caacatcagc ttgtgttttg gctgctgaat gtacaatttt taaagatgct</w:t>
      </w:r>
    </w:p>
    <w:p w14:paraId="0E29603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tctggtaagc cagtaccata ttgttatgat accaatgtac tagaaggttc tgttgcttat</w:t>
      </w:r>
    </w:p>
    <w:p w14:paraId="645E0B0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gaaagtttac gccctgacac acgttatgtg ctcatggatg gctctattat tcaatttcct</w:t>
      </w:r>
    </w:p>
    <w:p w14:paraId="06DA20F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aacacctacc ttgaaggttc tgttagagtg gtaacaactt ttgattctga gtactgtagg</w:t>
      </w:r>
    </w:p>
    <w:p w14:paraId="792EEB7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cacggcactt gtgaaagatc agaagctggt gtttgtgtat ctactagtgg tagatgggta</w:t>
      </w:r>
    </w:p>
    <w:p w14:paraId="180BD7E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cttaacaatg attattacag atctttacca ggagttttct gtggtgtaga tgctgtaaat</w:t>
      </w:r>
    </w:p>
    <w:p w14:paraId="196657B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ttacttacta atatgtttac accactaatt caacctattg gtgctttgga catatcagca</w:t>
      </w:r>
    </w:p>
    <w:p w14:paraId="063FD41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tctatagtag ctggtggtat tgtagctatc gtagtaacat gccttgccta ctattttatg</w:t>
      </w:r>
    </w:p>
    <w:p w14:paraId="59B70F5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aggtttagaa gagcttttgg tgaatacagt catgtagttg cctttaatac tttactattc</w:t>
      </w:r>
    </w:p>
    <w:p w14:paraId="5ED4C99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cttatgtcat tcactgtact ctgtttaaca ccagtttact cattcttacc tggtgtttat</w:t>
      </w:r>
    </w:p>
    <w:p w14:paraId="24473E5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tctgttattt acttgtactt gacattttat cttactaatg atgtttcttt tttagcacat</w:t>
      </w:r>
    </w:p>
    <w:p w14:paraId="5C2E585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attcagtgga tggttatgtt cacaccttta gtacctttct ggataacaat tgcttatatc</w:t>
      </w:r>
    </w:p>
    <w:p w14:paraId="78FF837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atttgtattt ccacaaagca tttctattgg ttctttagta attacctaaa gagacgtgta</w:t>
      </w:r>
    </w:p>
    <w:p w14:paraId="7D63CDE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gtctttaatg gtgtttcctt tagtactttt gaagaagctg cgctgtgcac ctttttgtta</w:t>
      </w:r>
    </w:p>
    <w:p w14:paraId="78DF67B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aataaagaaa tgtatctaaa gttgcgtagt gatgtgctat tacctcttac gcaatataat</w:t>
      </w:r>
    </w:p>
    <w:p w14:paraId="2D9BC6D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agatacttag ctctttataa taagtacaag tattttagtg gagcaatgga tacaactagc</w:t>
      </w:r>
    </w:p>
    <w:p w14:paraId="4C28898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tacagagaag ctgcttgttg tcatctcgca aaggctctca atgacttcag taactcaggt</w:t>
      </w:r>
    </w:p>
    <w:p w14:paraId="4A304B2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tctgatgttc tttaccaacc accacaaatc tctatcacct cagctgtttt gcagagtggt</w:t>
      </w:r>
    </w:p>
    <w:p w14:paraId="39BF9B2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tttagaaaaa tggcattccc atctggtaaa gttgagggtt gtatggtaca agtaacttgt</w:t>
      </w:r>
    </w:p>
    <w:p w14:paraId="06AF7F9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ggtacaacta cacttaacgg tctttggctt gatgacgtag tttactgtcc aagacatgtg</w:t>
      </w:r>
    </w:p>
    <w:p w14:paraId="15BF3AB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atctgcacct ctgaagacat gcttaaccct aattatgaag atttactcat tcgtaagtct</w:t>
      </w:r>
    </w:p>
    <w:p w14:paraId="643D784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aatcataatt tcttggtaca ggctggtaat gttcaactca gggttattgg acattctatg</w:t>
      </w:r>
    </w:p>
    <w:p w14:paraId="253BC27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caaaattgtg tacttaagct taaggttgat acagccaatc ctaagacacc taagtataag</w:t>
      </w:r>
    </w:p>
    <w:p w14:paraId="00A0091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tttgttcgca ttcaaccagg acagactttt tcagtgttag cttgttacaa tggttcacca</w:t>
      </w:r>
    </w:p>
    <w:p w14:paraId="1689007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tctggtgttt accaatgtgc tatgaggcac aatttcacta ttaagggttc attccttaat</w:t>
      </w:r>
    </w:p>
    <w:p w14:paraId="20E276B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ggttcatgtg gtagtgttgg ttttaacata gattatgact gtgtctcttt ttgttacatg</w:t>
      </w:r>
    </w:p>
    <w:p w14:paraId="2AF05DE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caccatatgg aattaccaac tggagttcat gctggcacag acttagaagg taacttttat</w:t>
      </w:r>
    </w:p>
    <w:p w14:paraId="624E15F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ggaccttttg ttgacaggca aacagcacaa gcagctggta cggacacaac tattacagtt</w:t>
      </w:r>
    </w:p>
    <w:p w14:paraId="68AE17D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aatgttttag cttggttgta cgctgctgtt ataaatggag acaggtggtt tctcaatcga</w:t>
      </w:r>
    </w:p>
    <w:p w14:paraId="79D5403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tttaccacaa ctcttaatga ctttaacctt gtggctatga agtacaatta tgaacctcta</w:t>
      </w:r>
    </w:p>
    <w:p w14:paraId="050D3EC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acacaagacc atgttgacat actaggacct ctttctgctc aaactggaat tgccgtttta</w:t>
      </w:r>
    </w:p>
    <w:p w14:paraId="682ED03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gatatgtgtg cttcattaaa agaattactg caaaatggta tgaatggacg taccatattg</w:t>
      </w:r>
    </w:p>
    <w:p w14:paraId="66F7432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ggtagtgctt tattagaaga tgaatttaca ccttttgatg ttgttagaca atgctcaggt</w:t>
      </w:r>
    </w:p>
    <w:p w14:paraId="36D7C8D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gttactttcc aaagtgcagt gaaaagaaca atcaagggta cacaccactg gttgttactc</w:t>
      </w:r>
    </w:p>
    <w:p w14:paraId="0F41D21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acaattttga cttcactttt agttttagtc cagagtactc aatggtcttt gttctttttt</w:t>
      </w:r>
    </w:p>
    <w:p w14:paraId="6B26070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ttgtatgaaa atgccttttt accttttgct atgggtatta ttgctatgtc tgcttttgca</w:t>
      </w:r>
    </w:p>
    <w:p w14:paraId="2CE8CB1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atgatgtttg tcaaacataa gcatgcattt ctctgtttgt ttttgttacc ttctcttgcc</w:t>
      </w:r>
    </w:p>
    <w:p w14:paraId="79C3537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actgtagctt attttaatat ggtctatatg cctgctagtt gggtgatgcg tattatgaca</w:t>
      </w:r>
    </w:p>
    <w:p w14:paraId="55660BF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tggttggata tggttgatac tagttttaag ctaaaagact gtgttatgta tgcatcagct</w:t>
      </w:r>
    </w:p>
    <w:p w14:paraId="46E5056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gtagtgttac taatccttat gacagcaaga actntntatg atgatggtgc taggagagtg</w:t>
      </w:r>
    </w:p>
    <w:p w14:paraId="5B0C122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tggacactta tgaatgtctt gacactcgtt tataaagttt attatggtaa tgctttagat</w:t>
      </w:r>
    </w:p>
    <w:p w14:paraId="79208F8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caagccattt ccatgtgggc tcttataatc tctgttactt ctaactactc aggtgtagtt</w:t>
      </w:r>
    </w:p>
    <w:p w14:paraId="712ED41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acaactgtca tgtttttggc cagaggtgtt gtttttatgt gtgttgagta ttgccctatt</w:t>
      </w:r>
    </w:p>
    <w:p w14:paraId="2C8BF42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ttcttcataa ctggtaatac acttcagtgt ataatgctag tttattgttt cttaggctat</w:t>
      </w:r>
    </w:p>
    <w:p w14:paraId="1021C4F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ttttgtactt gttactttgg cctcttttgt ttactcaacc gctactttag actgactctt</w:t>
      </w:r>
    </w:p>
    <w:p w14:paraId="7A8D56C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ggtgtttatg attacttagt ttctacacag gagtttagat atatgaattc acagggacta</w:t>
      </w:r>
    </w:p>
    <w:p w14:paraId="1B46C21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ctcccaccca agaatagcat agatgccttc aaactcaaca ttaaattgtt gggtgttggt</w:t>
      </w:r>
    </w:p>
    <w:p w14:paraId="0491F12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ggcaaacctt gtatcaaagt agccactgta cagtctaaaa tgtcagatgt aaagtgcaca</w:t>
      </w:r>
    </w:p>
    <w:p w14:paraId="6DDD79D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tcagtagtct tactctcagt tttgcaacaa ctcagagtag aatcatcatc taaattgtgg</w:t>
      </w:r>
    </w:p>
    <w:p w14:paraId="64977BE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gctcaatgtg tccagttaca caatgacatt ctcttagcta aagatactac tgaagccttt</w:t>
      </w:r>
    </w:p>
    <w:p w14:paraId="227833B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gaaaaaatgg tttcactact ttctgttttg ctttccatgc agggtgctgt agacataaac</w:t>
      </w:r>
    </w:p>
    <w:p w14:paraId="7863D5A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aagctttgtg aagaaatgct ggacaacagg gcaaccttac aagctatagc ctcagagttt</w:t>
      </w:r>
    </w:p>
    <w:p w14:paraId="29095FE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agttcccttc catcatatgc agcttttgct actgctcaag aagcttatga gcaggctgtt</w:t>
      </w:r>
    </w:p>
    <w:p w14:paraId="67B03BB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gctaatggtg attctgaagt tgttcttaaa aagttgaaga agtctttgaa tgtggctaaa</w:t>
      </w:r>
    </w:p>
    <w:p w14:paraId="6EEEBFE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tctgaatttg accgtgatgc agccatgcaa cgtaagttgg aaaagatggc tgatcaagct</w:t>
      </w:r>
    </w:p>
    <w:p w14:paraId="5845E40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atgacccaaa tgtataaaca ggctagatct gaggacaaga gggcaaaagt tactagtgct</w:t>
      </w:r>
    </w:p>
    <w:p w14:paraId="0C48CC6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atgcagacaa tgcttttcac tatgcttaga aagttggata atgatgcact caacaacatt</w:t>
      </w:r>
    </w:p>
    <w:p w14:paraId="5FD6AE0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atcaacaatg caagagatgg ttgtgttccc ttgaacataa tacctcttac aacagcagcc</w:t>
      </w:r>
    </w:p>
    <w:p w14:paraId="49DE891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aaactaatgg ttgtcatacc agactataac acatataaaa atacgtgtga tggtacaaca</w:t>
      </w:r>
    </w:p>
    <w:p w14:paraId="793D6B8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tttacttatg catcagcatt gtgggaaatc caacaggttg tagatgcaga tagtaaaatt</w:t>
      </w:r>
    </w:p>
    <w:p w14:paraId="4452FAC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gttcaactta gtgaaattag tatggacaat tcacctaatt tagcatggcc tcttattgta</w:t>
      </w:r>
    </w:p>
    <w:p w14:paraId="3E6B6AF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acagctttaa gggccaattc tgctgtcaaa ttacagaata atgagcttag tcctgttgca</w:t>
      </w:r>
    </w:p>
    <w:p w14:paraId="39F2D12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ctacgacaga tgtcttgtgc tgccggtact acacaaactg cttgcactga tgacaatgcg</w:t>
      </w:r>
    </w:p>
    <w:p w14:paraId="334DCB8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ttagcttact acaacacaac aaagggaggt aggtttgtac ttgcactgtt atccgattta</w:t>
      </w:r>
    </w:p>
    <w:p w14:paraId="4A870E5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caggatttga aatgggctag attccctaag agtgatggaa ctggtactat ctatacagaa</w:t>
      </w:r>
    </w:p>
    <w:p w14:paraId="3A3E97F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ctggaaccac cttgtaggtt tgttacagac acacctaaag gtcctaaagt gaagtattta</w:t>
      </w:r>
    </w:p>
    <w:p w14:paraId="0E59CA7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tactttatta aaggattaaa caacctaaat agaggtatgg tacttggtag tttagctgcc</w:t>
      </w:r>
    </w:p>
    <w:p w14:paraId="25B7D20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acagtacgtc tacaagctgg taatgcaaca gaagtgcctg ccaattcaac tgtattatct</w:t>
      </w:r>
    </w:p>
    <w:p w14:paraId="180117E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ttctgtgctt ttgctgtaga tgctgctaaa gcttacaaag attatctagc tagtggggga</w:t>
      </w:r>
    </w:p>
    <w:p w14:paraId="7CFDFB8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caaccaatca ctaattgtgt taagatgttg tgtacacaca ctggtactgg tcaggcaata</w:t>
      </w:r>
    </w:p>
    <w:p w14:paraId="36A8A19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acagtcacac cggaagccaa tatggatcaa gaatcctttg gtggtgcatc gtgttgtctg</w:t>
      </w:r>
    </w:p>
    <w:p w14:paraId="7E4B4B5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tactgccgtt gccacataga tcatccaaat cctaaaggat tttgtgactt aaaaggtaag</w:t>
      </w:r>
    </w:p>
    <w:p w14:paraId="2996E2C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tatgtacaaa tacctacaac ttgtgctaat gaccctgtgg gttttacact taaaaacaca</w:t>
      </w:r>
    </w:p>
    <w:p w14:paraId="1C87154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gtctgtaccg tctgcggtat gtggaaaggt tatggctgta gttgtgatca actccgcgaa</w:t>
      </w:r>
    </w:p>
    <w:p w14:paraId="05474F7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cccatgcttc agtcagctga tgcacaatcg tttttaaacg ggtttgcggt gtaagtgcag</w:t>
      </w:r>
    </w:p>
    <w:p w14:paraId="1BC0041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cccgtcttac accgtgcggc acaggcacta gtactgatgt cgtatacagg gcttttgaca</w:t>
      </w:r>
    </w:p>
    <w:p w14:paraId="306A806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tctacaatga taaagtagct ggttttgcta aattcctaaa aactaattgt tgtcgcttcc</w:t>
      </w:r>
    </w:p>
    <w:p w14:paraId="00CC241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aagaaaagga cgaagatgac aatttaattg attcttactt tgtagttaag agacacactt</w:t>
      </w:r>
    </w:p>
    <w:p w14:paraId="329257A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tctctaacta ccaacatgaa gaaacaattt ataatttact taaggattgt ccagctgttg</w:t>
      </w:r>
    </w:p>
    <w:p w14:paraId="333AA4A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ctaaacatga cttctttaag tttagaatag acggtgacat ggtaccacat atatcacgtc</w:t>
      </w:r>
    </w:p>
    <w:p w14:paraId="6BCC467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aacgtcttac taaatacaca atggcagacc tcgtctatgc tttaaggcat tttgatgaag</w:t>
      </w:r>
    </w:p>
    <w:p w14:paraId="16B9367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gtaattgtga cacattaaaa gaaatacttg tcacatacaa ttgttgtgat gatgattatt</w:t>
      </w:r>
    </w:p>
    <w:p w14:paraId="5A6B37A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tcaataaaaa ggactggtat gattttgtag aaaacccaga tatattacgc gtatacgcca</w:t>
      </w:r>
    </w:p>
    <w:p w14:paraId="5E42623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acttaggtga acgtgtacgc caagctttgt taaaaacagt acaattctgt gatgccatgc</w:t>
      </w:r>
    </w:p>
    <w:p w14:paraId="33BE0D4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gaaatgctgg tattgttggt gtactgacat tagataatca agatctcaat ggtaactggt</w:t>
      </w:r>
    </w:p>
    <w:p w14:paraId="1D1032F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atgatttcgg tgatttcata caaaccacgc caggtagtgg agttcctgtt gtagattctt</w:t>
      </w:r>
    </w:p>
    <w:p w14:paraId="117FDCD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attattcatt gttaatgcct atattaacct tgaccagggc tttaactgca gagtcacatg</w:t>
      </w:r>
    </w:p>
    <w:p w14:paraId="7148C76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ttgacactga cttaacaaag ccttacatta agtgggattt gttaaaatat gacttcacgg</w:t>
      </w:r>
    </w:p>
    <w:p w14:paraId="101782D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aagagaggtt aaaactcttt gaccgttatt ttaaatattg ggatcagaca taccacccaa</w:t>
      </w:r>
    </w:p>
    <w:p w14:paraId="7102DDF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attgtgttaa ctgtttggat gacagatgca ttctgcattg tgcaaacttt aatgttttat</w:t>
      </w:r>
    </w:p>
    <w:p w14:paraId="1609927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tctctacagt gttcccactt acaagttttg gaccactagt gagaaaaata tttgttgatg</w:t>
      </w:r>
    </w:p>
    <w:p w14:paraId="0843A08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gtgttccatt tgtagtttca actggatacc acttcagaga gctaggtgtt gtacataatc</w:t>
      </w:r>
    </w:p>
    <w:p w14:paraId="25729D6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aggatgtaaa cttacatagc tctagactta gttttaagga attacttgtg tatgctgctg</w:t>
      </w:r>
    </w:p>
    <w:p w14:paraId="390D7F5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accctgctat gcacgctgct tctggtaatc tattactaga taaacgcact acgtgctttt</w:t>
      </w:r>
    </w:p>
    <w:p w14:paraId="55DBF1C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cagtagctgc acttactaac aatgttgctt ttcaaactgt caaacccggt aattttaaca</w:t>
      </w:r>
    </w:p>
    <w:p w14:paraId="71D7DED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aagacttcta tgactttgct gtgtctaagg gtttctttaa ggaaggaagt tctgttgaat</w:t>
      </w:r>
    </w:p>
    <w:p w14:paraId="018E00F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taaaacactt cttctttgct caggatggta atgctgctat cagcgattat gactactatc</w:t>
      </w:r>
    </w:p>
    <w:p w14:paraId="3FC778D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gttataatct accaacaatg tgtgatatca gacaactact atttgtagtt gaagttgttg</w:t>
      </w:r>
    </w:p>
    <w:p w14:paraId="6274A98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ataagtactt tgattgttac gatggtggct gtattaatgc taaccaagtc atcgtcaaca</w:t>
      </w:r>
    </w:p>
    <w:p w14:paraId="30986CE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acctagacaa atcagctggt tttccattta ataaatgggg taaggctaga ctttattatg</w:t>
      </w:r>
    </w:p>
    <w:p w14:paraId="62975B2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attcaatgag ttatgaggat caagatgcac ttttcgcata tacaaaacgt aatgtcatcc</w:t>
      </w:r>
    </w:p>
    <w:p w14:paraId="63908A3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ctactataac tcaaatgaat cttaagtatg ccattagtgc aaagaataga gctcgcaccg</w:t>
      </w:r>
    </w:p>
    <w:p w14:paraId="3B13F9F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tagctggtgt ctctatctgt agtactatga ccaatagaca gtttcatcaa aaattattga</w:t>
      </w:r>
    </w:p>
    <w:p w14:paraId="0868336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aatcaatagc cgccactaga ggagctactg tagtaattgg aacaagcaaa ttctatggtg</w:t>
      </w:r>
    </w:p>
    <w:p w14:paraId="20878C6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gttggcacaa tatgttaaaa actgtttata gtgatgtaga aaaccctcac cttatgggtt</w:t>
      </w:r>
    </w:p>
    <w:p w14:paraId="0B22B49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gggattatcc taaatgtgat agagccatgc ctaacatgct tagaattatg gcctcacttg</w:t>
      </w:r>
    </w:p>
    <w:p w14:paraId="4D770F3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ttcttgctcg caaacataca acgtgttgta gcttgtcaca ccgtttctat agattagcta</w:t>
      </w:r>
    </w:p>
    <w:p w14:paraId="6B90D08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atgagtgtgc tcaagtattg agtgaaatgg tcatgtgtgg cggttcacta tatgttaaac</w:t>
      </w:r>
    </w:p>
    <w:p w14:paraId="2D9CD9C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caggtggaac ctcatcagga gatgccacaa ctgcttatgc taatagtgtt tttaacattt</w:t>
      </w:r>
    </w:p>
    <w:p w14:paraId="755BA88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gtcaagctgt cacggccaat gttaatgcac ttttatctac tgatggtaac aaaattgccg</w:t>
      </w:r>
    </w:p>
    <w:p w14:paraId="585DC2F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ataagtatgt ccgcaattta caacacagac tttatgagtg tctctataga aatagagatg</w:t>
      </w:r>
    </w:p>
    <w:p w14:paraId="200E9D0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ttgacacaga ctttgtgaat gagttttacg catatttgcg taaacatttc tcaatgatga</w:t>
      </w:r>
    </w:p>
    <w:p w14:paraId="6BAC1BE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tactctctga cgatgctgtt gtgtgtttca atagcactta tgcatctcaa ggtctagtgg</w:t>
      </w:r>
    </w:p>
    <w:p w14:paraId="44B7ED8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ctagcataaa gaactttaag tcagttcttt attatcaaaa caatgttttt atgtctgaag</w:t>
      </w:r>
    </w:p>
    <w:p w14:paraId="5F20F25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caaaatgttg gactgagact gaccttacta aaggacctca tgaattttgc tctcaacata</w:t>
      </w:r>
    </w:p>
    <w:p w14:paraId="0DFDF5A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caatgctagt taaacagggt gatgattatg tgtaccttcc ttacccagat ccatcaagaa</w:t>
      </w:r>
    </w:p>
    <w:p w14:paraId="62C6FAA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tcctaggggc cggctgtttt gtagatgata tcgtaaaaac agatggtaca cttatgattg</w:t>
      </w:r>
    </w:p>
    <w:p w14:paraId="068A24A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aacggttcgt gtctttagct atagatgctt acccacttac taaacatcct aatcaggagt</w:t>
      </w:r>
    </w:p>
    <w:p w14:paraId="7CAD8BB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atgctgatgt ctttcatttg tacttacaat acataagaaa gctacatgat gagttaacag</w:t>
      </w:r>
    </w:p>
    <w:p w14:paraId="28D5ABE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gacacatgtt agacatgtat tctgttatgc ttactaatga taacacttca aggtattggg</w:t>
      </w:r>
    </w:p>
    <w:p w14:paraId="2831384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aacctgagtt ttatgaggct atgtacacac cgcatacagt cttacaggct gttggggctt</w:t>
      </w:r>
    </w:p>
    <w:p w14:paraId="0349CB5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gtgttctttg caattcacag acttcattaa gatgtggtgc ttgcatacgt agaccattct</w:t>
      </w:r>
    </w:p>
    <w:p w14:paraId="4109F17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tatgttgtaa atgctgttac gaccatgtca tatcaacatc acataaatta gtcttgtctg</w:t>
      </w:r>
    </w:p>
    <w:p w14:paraId="3581328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ttaatccgta tgtttgcaat gctccaggtt gtgatgtcac agatgtgact caactttact</w:t>
      </w:r>
    </w:p>
    <w:p w14:paraId="387D57A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taggaggtat gagctattat tgtaaatcac ataaaccacc cattagtttt ccattgtgtg</w:t>
      </w:r>
    </w:p>
    <w:p w14:paraId="3B97F13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ctaatggaca agtttttggt ttatataaaa atacatgtgt tggtagcgat aatgttactg</w:t>
      </w:r>
    </w:p>
    <w:p w14:paraId="4F0CAAA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actttaatgc aattgcaaca tgtgactgga caaatgctgg tgattacatt ttagctaaca</w:t>
      </w:r>
    </w:p>
    <w:p w14:paraId="33FAEDC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cctgtactga aagactcaag ctttttgcag cagaaacgct caaagctact gaggagacat</w:t>
      </w:r>
    </w:p>
    <w:p w14:paraId="3C80DED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ttaaactgtc ttatggtatt gctactgtac gtgaagtgct gtctgacaga gaattacatc</w:t>
      </w:r>
    </w:p>
    <w:p w14:paraId="36F16EA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tttcatggga agttggtaaa cctagaccac cacttaaccg aaattatgtc tttactggtt</w:t>
      </w:r>
    </w:p>
    <w:p w14:paraId="672F4F1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atcgtgtaac taaaaacagt aaagtacaaa taggagagta cacctttgaa aaaggtgact</w:t>
      </w:r>
    </w:p>
    <w:p w14:paraId="1CF91AD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atggtgatgc tgttgtttac cgaggtacaa caacttacaa attaaatgtt ggtgattatt</w:t>
      </w:r>
    </w:p>
    <w:p w14:paraId="1B867D0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ttgtgctgac atcacataca gtaatgccat taagtgcacc tacactagtg ccacaagagc</w:t>
      </w:r>
    </w:p>
    <w:p w14:paraId="1177126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actatgttag aattactggc ttatacccaa cactcaatat ctcagatgag ttttctagca</w:t>
      </w:r>
    </w:p>
    <w:p w14:paraId="20095D8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atgttgcaaa ttatcaaaag gttggtatgc aaaagtattc tacactccag ggaccacctg</w:t>
      </w:r>
    </w:p>
    <w:p w14:paraId="225687D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gtactggtaa gagtcatttt gctattggcc tagctctcta ctacccttct gctcgcatag</w:t>
      </w:r>
    </w:p>
    <w:p w14:paraId="6CA5537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tgtatacagc ttgctctcat gccgctgttg atgcactatg tgagaaggca ttaaaatatt</w:t>
      </w:r>
    </w:p>
    <w:p w14:paraId="1D7FBD5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tgcctataga taaatgtagt agaattatac ctgcacgtgc tcgtgtagag tgttttgata</w:t>
      </w:r>
    </w:p>
    <w:p w14:paraId="488FACF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aattcaaagt gaattcaaca ttagaacagt atgtcttttg tactgtaaat gcattgcctg</w:t>
      </w:r>
    </w:p>
    <w:p w14:paraId="4AEB4AF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agacgacagc agatatagtt gtctttgatg aaatttcaat ggccacaaat tatgatttga</w:t>
      </w:r>
    </w:p>
    <w:p w14:paraId="3FA780E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gtgttgtcaa tgccagatta cgtgctaagc actatgtgta cattggcgac cctgctcaat</w:t>
      </w:r>
    </w:p>
    <w:p w14:paraId="180A01D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tacctgcacc acgcacattg ctaactaagg gcacactaga accagaatat ttcaattcag</w:t>
      </w:r>
    </w:p>
    <w:p w14:paraId="52F4F3E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tgtgtagact tatgaaaact ataggtccag acatgttcct cggaacttgt cggcgttgtc</w:t>
      </w:r>
    </w:p>
    <w:p w14:paraId="1A3E1FF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ctgctgaaat tgttgacact gtgagtgctt tggtttatga taataagctt aaagcacata</w:t>
      </w:r>
    </w:p>
    <w:p w14:paraId="5C5C226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aagacaaatc agctcaatgc tttaaaatgt tttataaggg tgttatcacg catgatgttt</w:t>
      </w:r>
    </w:p>
    <w:p w14:paraId="55A1096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catctgcaat taacaggcca caaataggcg tggtaagaga attccttaca cgtaaccctg</w:t>
      </w:r>
    </w:p>
    <w:p w14:paraId="1DF1DC6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cttggagaaa agctgtcttt atttcacctt ataattcaca gaatgctgta gcctcaaaga</w:t>
      </w:r>
    </w:p>
    <w:p w14:paraId="62A03EA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ttttgggact accaactcaa actgttgatt catcacaggg ctcagaatat gactatgtca</w:t>
      </w:r>
    </w:p>
    <w:p w14:paraId="3891004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tattcactca aaccactgaa acagctcact cttgtaatgt aaacagattt aatgttgcta</w:t>
      </w:r>
    </w:p>
    <w:p w14:paraId="2DC3D18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ttaccagagc aaaagtaggc atactttgca taatgtctga tagagacctt tatgacaagt</w:t>
      </w:r>
    </w:p>
    <w:p w14:paraId="4C49CA9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tgcaatttac aagtcttgaa attccacgta ggaatgtggc aactttacaa gctgaaaatg</w:t>
      </w:r>
    </w:p>
    <w:p w14:paraId="45EDAC3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taacaggact ctttaaagat tgtagtaagg taatcactgg gttacatcct acacaggcac</w:t>
      </w:r>
    </w:p>
    <w:p w14:paraId="49F49E0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ctacacacct cagtgttgac actaaattca aaactgaagg tttatgtgtt gacgtacctg</w:t>
      </w:r>
    </w:p>
    <w:p w14:paraId="485E9F5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gcatacctaa ggacatgacc tatagaagac tcatctctat gatgggtttt aaaatgaatt</w:t>
      </w:r>
    </w:p>
    <w:p w14:paraId="7114E7E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atcaagttaa tggttaccct aacatgttta tcacccgcga agaagctata agacatgtac</w:t>
      </w:r>
    </w:p>
    <w:p w14:paraId="4A10CA4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gtgcatggat tggcttcgat gtcgaggggt gtcatgctac tagagaagct gttggtacca</w:t>
      </w:r>
    </w:p>
    <w:p w14:paraId="012CE55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atttaccttt acagctaggt ttttctacag gtgttaacct agttgctgta cctacaggtt</w:t>
      </w:r>
    </w:p>
    <w:p w14:paraId="326691B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atgttgatac acctaataat acagattttt ccagagttag tgctaaacca ccgcctggag</w:t>
      </w:r>
    </w:p>
    <w:p w14:paraId="23F02CC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atcaatttaa acacctcata ccacttatgt acaaaggact tccttggaat gtagtgcgta</w:t>
      </w:r>
    </w:p>
    <w:p w14:paraId="4FF204A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taaagattgt acaaatgtta agtgacacac ttaaaaatct ctctgacaga gtcgtatttg</w:t>
      </w:r>
    </w:p>
    <w:p w14:paraId="12AA3C2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tcttatgggc acatggcttt gagttgacat ctatgaagta ttttgtgaaa ataggacctg</w:t>
      </w:r>
    </w:p>
    <w:p w14:paraId="27D2512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agcgcacctg ttgtctatgt gatagacgtg ccacatgctt ttccactgct tcagacactt</w:t>
      </w:r>
    </w:p>
    <w:p w14:paraId="4A7F11D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atgcctgttg gcatcattct attggatttg attacgtcta taatccgttt atgattgatg</w:t>
      </w:r>
    </w:p>
    <w:p w14:paraId="07DD31F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ttcaacaatg gggttttaca ggtaacctac aaagcaacca tgatctgtat tgtcaagtcc</w:t>
      </w:r>
    </w:p>
    <w:p w14:paraId="4BD1982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atggtaatgc acatgtagct agttgtgatg caatcatgac taggtgtcta gctgtccacg</w:t>
      </w:r>
    </w:p>
    <w:p w14:paraId="42C80E4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agtgctttgt taagcgtgtt gactggacta ttgaatatcc tataattggt gatgaactga</w:t>
      </w:r>
    </w:p>
    <w:p w14:paraId="0FD987E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agattaatgc ggcttgtaga aaggttcaac acatggttgt taaagctgca ttattagcag</w:t>
      </w:r>
    </w:p>
    <w:p w14:paraId="273F59E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acaaattccc agttcttcac gacattggta accctaaagc tattaagtgt gtacctcaag</w:t>
      </w:r>
    </w:p>
    <w:p w14:paraId="446984A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ctgatgtaga atggaagttc tatgatgcac agccttgtag tgacaaagct tataaaatag</w:t>
      </w:r>
    </w:p>
    <w:p w14:paraId="1F1202C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aagaattatt ctattcttat gccacacatt ctgacaaatt cacagatggt gtatgcctat</w:t>
      </w:r>
    </w:p>
    <w:p w14:paraId="11019AE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tttggaattg caatgtcgat agatatcctg ctaattccat tgtttgtaga tttgacacta</w:t>
      </w:r>
    </w:p>
    <w:p w14:paraId="059F9CF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gagtgctatc taaccttaac ttgcctggtt gtgatggtgg cagtttgtat gtaaataaac</w:t>
      </w:r>
    </w:p>
    <w:p w14:paraId="57560A9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atgcattcca cacaccagct tttgataaaa gtgcttttgt taatttaaaa caattaccat</w:t>
      </w:r>
    </w:p>
    <w:p w14:paraId="1AE1590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ttttctatta ctctgacagt ccatgtgagt ctcatggaaa acaagtagtg tcagatatag</w:t>
      </w:r>
    </w:p>
    <w:p w14:paraId="5220A23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attatgtacc actaaagtct gctacgtgta taacacgttg caatttaggt ggtgctgtct</w:t>
      </w:r>
    </w:p>
    <w:p w14:paraId="48FC789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gtagacatca tgctaatgag tacagattgt atctcgatgc ttataacatg atgatctcag</w:t>
      </w:r>
    </w:p>
    <w:p w14:paraId="18AC0E4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ctggctttag cttgtgggtt tacaaacaat ttgatactta taacctctgg aacactttta</w:t>
      </w:r>
    </w:p>
    <w:p w14:paraId="1BAD961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caagacttca gagtttagaa aatgtggctt ttaatgttgt aaataaggga cactttgatg</w:t>
      </w:r>
    </w:p>
    <w:p w14:paraId="6D62A17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gacaacaggg tgaagtacca gtttctatca ttaataacac tgtttacaca aaagttgatg</w:t>
      </w:r>
    </w:p>
    <w:p w14:paraId="7BD9B1F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gtgttgatgt agaattgttt gaaaataaaa caacattacc tgttaatgta gcatttgagc</w:t>
      </w:r>
    </w:p>
    <w:p w14:paraId="698D394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tttgggctaa gcgcaacatt aaaccagtac cagaggtgaa aatactcaat aatttgggtg</w:t>
      </w:r>
    </w:p>
    <w:p w14:paraId="69DA5B7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tggacattgc tgctaatact gtgatctggg actacaaaag agatgctcca gcacatatat</w:t>
      </w:r>
    </w:p>
    <w:p w14:paraId="78F2B5F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ctactattgg tgtttgttct atgactgaca tagccaagaa accaactgaa acgatttgtg</w:t>
      </w:r>
    </w:p>
    <w:p w14:paraId="123AF21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caccactcac tgtctttttt gatggtagag ttgatggtca agtagactta tttagaaatg</w:t>
      </w:r>
    </w:p>
    <w:p w14:paraId="7A66027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cccgtaatgg tgttcttatt acagaaggta gtgttaaagg tttacaacca tctgtaggtc</w:t>
      </w:r>
    </w:p>
    <w:p w14:paraId="367A871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ccaaacaagc tagtcttaat ggagtcacat taattggaga agccgtaaaa acacagttca</w:t>
      </w:r>
    </w:p>
    <w:p w14:paraId="159C9B9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attattataa gaaagttgat ggtgttgtcc aacaattacc tgaaacttac tttactcaga</w:t>
      </w:r>
    </w:p>
    <w:p w14:paraId="34092EA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gtagaaattt acaagaattt aaacccagga gtcaaatgga aattgatttc ttagaattag</w:t>
      </w:r>
    </w:p>
    <w:p w14:paraId="5F502EE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ctatggatga attcattgaa cggtataaat tagaaggcta tgccttcgaa catatcgttt</w:t>
      </w:r>
    </w:p>
    <w:p w14:paraId="222483D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atggagattt tagtcatagt cagttaggtg gtttacatct actgattgga ctagctaaac</w:t>
      </w:r>
    </w:p>
    <w:p w14:paraId="6DE3088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gttttaagga atcacctttt gaattagaag attttattcc tatggacagt acagttaaaa</w:t>
      </w:r>
    </w:p>
    <w:p w14:paraId="39CBF89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actatttcat aacagatgcg caaacaggtt catctaagtg tgtgtgttct gttattgatt</w:t>
      </w:r>
    </w:p>
    <w:p w14:paraId="610BA98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tattacttga tgattttgtt gaaataataa aatcccaaga tttatctgta gtttctaagg</w:t>
      </w:r>
    </w:p>
    <w:p w14:paraId="17731AC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ttgtcaaagt gactattgac tatacagaaa tttcatttat gctttggtgt aaagatggcc</w:t>
      </w:r>
    </w:p>
    <w:p w14:paraId="35D7E8E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atgtagaaac attttaccca aaattacaat ctagtcaagc gtggcaaccg ggtgttgcta</w:t>
      </w:r>
    </w:p>
    <w:p w14:paraId="370E321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tgcctaatct ttacaaaatg caaagaatgc tattagaaaa gtgtgacctt caaaattatg</w:t>
      </w:r>
    </w:p>
    <w:p w14:paraId="36A39BB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gtgatagtgc aacattacct aaaggcataa tgatgaatgt cgcaaaatat actcaactgt</w:t>
      </w:r>
    </w:p>
    <w:p w14:paraId="3D9926F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gtcaatattt aaacacatta acattagctg taccctataa tatgagagtt atacattttg</w:t>
      </w:r>
    </w:p>
    <w:p w14:paraId="37781AF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gtgctggttc tgataaagga gttgcaccag gtacagctgt tttaagacag tggttgccta</w:t>
      </w:r>
    </w:p>
    <w:p w14:paraId="15AF0B5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cgggtacgct gcttgtcgat tcagatctta atgactttgt ctctgatgca gattcaactt</w:t>
      </w:r>
    </w:p>
    <w:p w14:paraId="7751BB8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tgattggtga ttgtgcaact gtacatacag ctaataaatg ggatctcatt attagtgata</w:t>
      </w:r>
    </w:p>
    <w:p w14:paraId="1593FE1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tgtacgaccc taagactaaa aatgttacaa aagaaaatga ctctaaagag ggttttttca</w:t>
      </w:r>
    </w:p>
    <w:p w14:paraId="698870E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cttacatttg tgggtttata caacaaaagc tagctcttgg aggttccgtg gctataaaga</w:t>
      </w:r>
    </w:p>
    <w:p w14:paraId="325F597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taacagaaca ttcttggaat gctgatcttt ataagctcat gggacacttc gcatggtgga</w:t>
      </w:r>
    </w:p>
    <w:p w14:paraId="0EF8933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cagcctttgt tactaatgtg aatgcgtcat catctgaagc atttttaatt ggatgtaatt</w:t>
      </w:r>
    </w:p>
    <w:p w14:paraId="7133413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atcttggcaa accacgcgaa caaatagatg gttatgtcat gcatgcaaat tacatatttt</w:t>
      </w:r>
    </w:p>
    <w:p w14:paraId="5659142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ggaggaatac aaatccaatt cagttgtctt cctattcttt atttgacatg agtaaatttc</w:t>
      </w:r>
    </w:p>
    <w:p w14:paraId="3267C35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cccttaaatt aaggggtact gctgttatgt ctttaaaaga aggtcaaatc aatgatatga</w:t>
      </w:r>
    </w:p>
    <w:p w14:paraId="51BC9A0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ttttatctct tcttagtaaa ggtagactta taattagaga aaacaacaga gttgttattt</w:t>
      </w:r>
    </w:p>
    <w:p w14:paraId="4B6E8AD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ctagtgatgt tcttgttaac aactaaacga acaatgtttg tttttcttgt tttattgcca</w:t>
      </w:r>
    </w:p>
    <w:p w14:paraId="6AD2053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ctagtttcta gtcagtgtgt taatcttaca accagaactc aattaccccc tgcatacact</w:t>
      </w:r>
    </w:p>
    <w:p w14:paraId="161F136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aattctttca cacgtggtgt ttattaccct gacaaagttt tcagatcctc agttttacat</w:t>
      </w:r>
    </w:p>
    <w:p w14:paraId="4137489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tcaactcagg acttgttctt acctttcttt tccaatgtta cttggttcca tgttatctct</w:t>
      </w:r>
    </w:p>
    <w:p w14:paraId="00E8358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gggaccaatg gtactaagag gtttgataac cctgtcctac catttaatga tggtgtttat</w:t>
      </w:r>
    </w:p>
    <w:p w14:paraId="675A34C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tttgcttcca ttgagaagtc taacataata agaggctgga tttttggtac tactttagat</w:t>
      </w:r>
    </w:p>
    <w:p w14:paraId="0AA709F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tcgaagaccc agtccctact tattgttaat aacgctacta atgttgttat taaagtctgt</w:t>
      </w:r>
    </w:p>
    <w:p w14:paraId="45350D1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gaatttcaat tttgtaatga tccatttttg gaccacaaaa acaacaaaag ttggatggaa</w:t>
      </w:r>
    </w:p>
    <w:p w14:paraId="1F44CB9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agtgagttca gagtttattc tagtgcgaat aattgcactt ttgaatatgt ctctcagcct</w:t>
      </w:r>
    </w:p>
    <w:p w14:paraId="2D43CA6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tttcttatgg accttgaagg aaaacagggt aatttcaaaa atcttaggga atttgtgttt</w:t>
      </w:r>
    </w:p>
    <w:p w14:paraId="1CB7D99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aagaatattg atggttattt taaaatatat tctaagcaca cgcctattat agtgcgtgat</w:t>
      </w:r>
    </w:p>
    <w:p w14:paraId="5423FE8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ctccctcagg gtttttcggc tttagaacca ttggtagatt tgccaatagg tattaacatc</w:t>
      </w:r>
    </w:p>
    <w:p w14:paraId="03E7639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actaggtttc aaactttact tgctttacat agaagttatt tgactcctgg tgattcttct</w:t>
      </w:r>
    </w:p>
    <w:p w14:paraId="5EE58C8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tcaggttgga cagctggtgc tgcagcttat tatgtgggtt atcttcaacc taggactttt</w:t>
      </w:r>
    </w:p>
    <w:p w14:paraId="274DC32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ctattaaaat ataatgaaaa tggaaccatt acagatgctg tagactgtgc acttgaccct</w:t>
      </w:r>
    </w:p>
    <w:p w14:paraId="6D43B4E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ctctcagaaa caaagtgtac gttgaaatcc ttcactgtag aaaaaggaat ctatcaaact</w:t>
      </w:r>
    </w:p>
    <w:p w14:paraId="597F318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tctaacttta gagtccaacc aacagaatct attgttagat ttcctaatat tacaaacttg</w:t>
      </w:r>
    </w:p>
    <w:p w14:paraId="7F9B990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tgcccttttg atgaagtttt taacgccacc aaatttgcat ctgtttatgc ttggaacagg</w:t>
      </w:r>
    </w:p>
    <w:p w14:paraId="0F4B6A7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aagagaatca gcaactgtgt tgctgattat tctgtcctat ataatctcgc accatttttc</w:t>
      </w:r>
    </w:p>
    <w:p w14:paraId="5B40B3B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acttttaagt gttatggagt gtctcctact aaattaaatg atctctgctt tactaatgtc</w:t>
      </w:r>
    </w:p>
    <w:p w14:paraId="5C3C6FA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tatgcagatt catttgtaat tagaggtgat gaagtcagac aaatcgctcc agggcaaact</w:t>
      </w:r>
    </w:p>
    <w:p w14:paraId="1594BF5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ggaaatattg ctgattataa ttataaatta ccagatgatt ttacaggctg cgttatagct</w:t>
      </w:r>
    </w:p>
    <w:p w14:paraId="067CA29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tggaattcta acaagcttga ttctaaggtt agtggtaatt ataattacct gtatagattg</w:t>
      </w:r>
    </w:p>
    <w:p w14:paraId="7675CFE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tttaggaagt ctaatctcaa accttttgag agagatattt caactgaaat ctatcaggcc</w:t>
      </w:r>
    </w:p>
    <w:p w14:paraId="20B6678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ggtaacaaac cttgtaatgg tgttgcaggt tttaattgtt actttccttt acgatcatat</w:t>
      </w:r>
    </w:p>
    <w:p w14:paraId="10AD808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agtttccgac ccacttatgg tgttggtcac caaccataca gagtagtagt actttctttt</w:t>
      </w:r>
    </w:p>
    <w:p w14:paraId="6B288B8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gaacttctac atgcaccagc aactgtttgt ggacctaaaa agtctactaa tttggttaaa</w:t>
      </w:r>
    </w:p>
    <w:p w14:paraId="0D7D23F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aacaaatgtg tcaatttcaa cttcaatggt ttaaaaggca caggtgttct tactgagtct</w:t>
      </w:r>
    </w:p>
    <w:p w14:paraId="14D8981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aacaaaaagt ttctgccttt ccaacaattt ggcagagaca ttgctgacac tactgatgct</w:t>
      </w:r>
    </w:p>
    <w:p w14:paraId="544E6A8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gtccgtgatc cacagacact tgagattctt gacattacac catgttcttt tggtggtgtc</w:t>
      </w:r>
    </w:p>
    <w:p w14:paraId="5F5A09F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agtgttataa caccaggaac aaatacttct aaccaggttg ctgttcttta tcagggtgtt</w:t>
      </w:r>
    </w:p>
    <w:p w14:paraId="1C3D672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aactgcacag aagtccctgt tgctattcat gcagatcaac ttactcctac ttggcgtgtt</w:t>
      </w:r>
    </w:p>
    <w:p w14:paraId="7AAA366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tattctacag gttctaatgt ttttcaaaca cgtgcaggct gtttaatagg ggctgaatat</w:t>
      </w:r>
    </w:p>
    <w:p w14:paraId="6EF4F57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gtcaacaact catatgagtg tgacataccc attggtgcag gtatatgcgc tagttatcag</w:t>
      </w:r>
    </w:p>
    <w:p w14:paraId="4679A1F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actcagacta agtctcatcg gcgggcacgt agtgtagcta gtcaatccat cattgcctac</w:t>
      </w:r>
    </w:p>
    <w:p w14:paraId="43480C9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actatgtcac ttggtgcaga aaattcagtt gcttactcta ataactctat tgccataccc</w:t>
      </w:r>
    </w:p>
    <w:p w14:paraId="3E18316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acaaatttta ctattagtgt taccacagaa attctaccag tgtctatgac caagacatca</w:t>
      </w:r>
    </w:p>
    <w:p w14:paraId="412D3FB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gtagattgta caatgtacat ttgtggtgat tcaactgaat gcagcaatct tttgttgcaa</w:t>
      </w:r>
    </w:p>
    <w:p w14:paraId="7FF2723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tatggcagtt tttgtacaca attaaaacgt gctttaactg gaatagctgt tgaacaagac</w:t>
      </w:r>
    </w:p>
    <w:p w14:paraId="1314E2A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aaaaacaccc aagaagtttt tgcacaagtc aaacaaattt acaaaacacc accaattaaa</w:t>
      </w:r>
    </w:p>
    <w:p w14:paraId="2346FFF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tattttggtg gttttaattt ttcacaaata ttaccagatc catcaaaacc aagcaagagg</w:t>
      </w:r>
    </w:p>
    <w:p w14:paraId="75D5CF5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tcatttattg aagatctact tttcaacaaa gtgacacttg cagatgctgg cttcatcaaa</w:t>
      </w:r>
    </w:p>
    <w:p w14:paraId="2681049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caatatggtg attgccttgg tgatattgct gctagagacc tcatttgtgc acaaaagttt</w:t>
      </w:r>
    </w:p>
    <w:p w14:paraId="3E990A2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aaaggcctta ctgttttgcc acctttgctc acagatgaaa tgattgctca atacacttct</w:t>
      </w:r>
    </w:p>
    <w:p w14:paraId="1027BEC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gcactgttag cgggtacaat cacttctggt tggacctttg gtgcaggtgc tgcattacaa</w:t>
      </w:r>
    </w:p>
    <w:p w14:paraId="5FCECA1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ataccatttg ctatgcaaat ggcttatagg tttaatggta ttggagttac acagaatgtt</w:t>
      </w:r>
    </w:p>
    <w:p w14:paraId="1B2C6AA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ctctatgaga accaaaaatt gattgccaac caatttaata gtgctattgg caaaattcaa</w:t>
      </w:r>
    </w:p>
    <w:p w14:paraId="1203E09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gactcacttt cttccacagc aagtgcactt ggaaaacttc aagatgtggt caaccataat</w:t>
      </w:r>
    </w:p>
    <w:p w14:paraId="39CB872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gcacaagctt taaacacgct tgttaaacaa cttagctcca aatttggtgc aatttcaagt</w:t>
      </w:r>
    </w:p>
    <w:p w14:paraId="500CA08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gttttaaatg atatcttttc acgtcttgac aaagttgagg ctgaagtgca aattgatagg</w:t>
      </w:r>
    </w:p>
    <w:p w14:paraId="0F77788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ttgatcacag gcagacttca aagtttgcag acatatgtga ctcaacaatt aattagagct</w:t>
      </w:r>
    </w:p>
    <w:p w14:paraId="75583EF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gcagaaatca gagcttctgc taatcttgct gctactaaaa tgtcagagtg tgtacttgga</w:t>
      </w:r>
    </w:p>
    <w:p w14:paraId="55756F9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caatcaaaaa gagttgattt ttgtggaaag ggctatcatc ttatgtcctt ccctcagtca</w:t>
      </w:r>
    </w:p>
    <w:p w14:paraId="1546BB1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gcacctcatg gtgtagtctt cttgcatgtg acttatgtcc ctgcacaaga aaagaacttc</w:t>
      </w:r>
    </w:p>
    <w:p w14:paraId="5585176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acaactgctc ctgccatttg tcatgatgga aaagcacact ttcctcgtga aggtgtcttt</w:t>
      </w:r>
    </w:p>
    <w:p w14:paraId="6DDFE2B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gtttcaaatg gcacacactg gtttgtaaca caaaggaatt tttatgaacc acaaatcatt</w:t>
      </w:r>
    </w:p>
    <w:p w14:paraId="410A9DC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actacagaca acacatttgt gtctggtaac tgtgatgttg taataggaat tgtcaacaac</w:t>
      </w:r>
    </w:p>
    <w:p w14:paraId="4F54378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acagtttatg atcctttgca acctgaatta gattcattca aggaggagtt agataaatat</w:t>
      </w:r>
    </w:p>
    <w:p w14:paraId="6CE249F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tttaagaatc atacatcacc agatgttgat ttaggtgaca tctctggcat taatgcttca</w:t>
      </w:r>
    </w:p>
    <w:p w14:paraId="403D985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gttgtaaaca ttcaaaaaga aattgaccgc ctcaatgagg ttgccaagaa tttaaatgaa</w:t>
      </w:r>
    </w:p>
    <w:p w14:paraId="1609762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tctctcatcg atctccaaga acttggaaag tatgagcagt atataaaatg gccatggtac</w:t>
      </w:r>
    </w:p>
    <w:p w14:paraId="0406936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atttggctag gttttatagc tggcttgatt gccatagtaa tggtgacaat tatgctttgc</w:t>
      </w:r>
    </w:p>
    <w:p w14:paraId="0B50C89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tgtatgacca gttgctgtag ttgtctcaag ggctgttgtt cttgtggatc ctgctgcaaa</w:t>
      </w:r>
    </w:p>
    <w:p w14:paraId="352BB58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tttgatgaag acgactctga gccagtgctc aaaggagtca aattacatta cacataaacg</w:t>
      </w:r>
    </w:p>
    <w:p w14:paraId="68DFB4C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aacttatgga tttgtttatg agaatcttca caattggaac tgtaactttg aagcaaggtg</w:t>
      </w:r>
    </w:p>
    <w:p w14:paraId="692689E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aaatcaagga tgctactcct tcagattttg ttcgcgctac tgcaacgata ccgatacaag</w:t>
      </w:r>
    </w:p>
    <w:p w14:paraId="068681A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cctcactccc tttcggatgg cttattgttg gcgttgcact tcttgctgtt tttcagagcg</w:t>
      </w:r>
    </w:p>
    <w:p w14:paraId="71287F6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cttccaaaat cataactctc aaaaagagat ggcaactagc actctccaag ggtgttcact</w:t>
      </w:r>
    </w:p>
    <w:p w14:paraId="39AC011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ttgtttgcaa cttgctgttg ttgtttgtaa cagtttactc acaccttttg ctcgttgctg</w:t>
      </w:r>
    </w:p>
    <w:p w14:paraId="16B36AA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ctggccttga agcccctttt ctctatcttt atgctttagt ctacttcttg cagagtataa</w:t>
      </w:r>
    </w:p>
    <w:p w14:paraId="7C0FA6E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actttgtaag aataataatg aggctttggc tttgctggaa atgccgttcc aaaaacccat</w:t>
      </w:r>
    </w:p>
    <w:p w14:paraId="7F8350D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tactttatga tgccaactat tttctttgct ggcatactaa ttgttacgac tattgtatac</w:t>
      </w:r>
    </w:p>
    <w:p w14:paraId="6BC0853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cttacaatag tgtaacttct tcaattgtca ttacttcagg tgatggcaca acaagtccta</w:t>
      </w:r>
    </w:p>
    <w:p w14:paraId="53C2A13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tttctgaaca tgactaccag attggtggtt atactgaaaa atgggaatct ggagtaaaag</w:t>
      </w:r>
    </w:p>
    <w:p w14:paraId="6CAF6A8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actgtgttgt attacacagt tacttcactt cagactatta ccagctgtac tcaactcaat</w:t>
      </w:r>
    </w:p>
    <w:p w14:paraId="2097D6E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tgagtacaga cactggtgtt gaacatgtta ccttcttcat ctacaataaa attgttgatg</w:t>
      </w:r>
    </w:p>
    <w:p w14:paraId="7C1C259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agcctgaaga acatgtccaa attcacacaa tcgacggttc atccggagtt gttaatccag</w:t>
      </w:r>
    </w:p>
    <w:p w14:paraId="5EDA411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taatggaacc aatttatgat gaaccgacga cgactactag cgtgcctttg taagcacaag</w:t>
      </w:r>
    </w:p>
    <w:p w14:paraId="75FFA3F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ctgatgagta cgaacttatg tactcattcg tttcggaaga gataggtacg ttaatagtta</w:t>
      </w:r>
    </w:p>
    <w:p w14:paraId="6B41EC5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atagcgtact tctttttctt gctttcgtgg tattcttgct agttacacta gccatcctta</w:t>
      </w:r>
    </w:p>
    <w:p w14:paraId="5B145C4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ctgcgcttcg attgtgtgcg tactgctgca atattgttaa cgtgagtctt gtaaaacctt</w:t>
      </w:r>
    </w:p>
    <w:p w14:paraId="37261E0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ctttttacgt ttactctcgt gttaaaaatc tgaattcttc tagagttcct gatcttctgg</w:t>
      </w:r>
    </w:p>
    <w:p w14:paraId="4C5B293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tctaaacgaa ctaaatatta tattagtttt tctgtttgga actttaattt tagccatggc</w:t>
      </w:r>
    </w:p>
    <w:p w14:paraId="60491D0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aggttccaac ggtactatta ccgttgaaga gcttaaaaag ctccttgaag aatggaacct</w:t>
      </w:r>
    </w:p>
    <w:p w14:paraId="6FEBDE5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agtaataggt ttcctattcc ttacatggat ttgtcttcta caatttgcct atgccaacag</w:t>
      </w:r>
    </w:p>
    <w:p w14:paraId="46BDF4B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gaataggttt ttgtatataa ttaagttaat tttcctctgg ctgttatggc cagtaacttt</w:t>
      </w:r>
    </w:p>
    <w:p w14:paraId="0062F2F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aacttgtttt gtgcttgctg ctgtttacag aataaattgg atcaccggtg gaattgctat</w:t>
      </w:r>
    </w:p>
    <w:p w14:paraId="6F0FD4A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cgcaatggct tgtcttgtag gcttgatgtg gctcagctac ttcattgctt ctttcagact</w:t>
      </w:r>
    </w:p>
    <w:p w14:paraId="4D5F0714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gtttgcgcgt acgcgttcca tgtggtcatt caatccagaa actaacattc ttctcaacgt</w:t>
      </w:r>
    </w:p>
    <w:p w14:paraId="519F79D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gccactccat ggcactattc tgaccagacc gcttctagaa agtgaactcg taatcggagc</w:t>
      </w:r>
    </w:p>
    <w:p w14:paraId="6E11CBF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tgtgatcctt cgtggacatc ttcgtattgc tggacaccat ctaggacgct gtgacatcaa</w:t>
      </w:r>
    </w:p>
    <w:p w14:paraId="3BCB095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ggacctgcct aaagaaatca ctgttgctac atcacgaacg ctttcttatt acaaattggg</w:t>
      </w:r>
    </w:p>
    <w:p w14:paraId="7733230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agcttcgcag cgtgtagcag gtgactcagg ttttgctgca tacagtcgct acaggattgg</w:t>
      </w:r>
    </w:p>
    <w:p w14:paraId="7FD2BE9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caactataaa ttaaacacag accattccag tagcagtgac aatattgctt tgcttgtaca</w:t>
      </w:r>
    </w:p>
    <w:p w14:paraId="52E7AAE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gtaagtgaca acagatgttt catctcgttg actttcaggt tactatagca gagatattac</w:t>
      </w:r>
    </w:p>
    <w:p w14:paraId="1C947BB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taattattat gcggactttt aaagtttcca tttggaatct tgattacatc ataaacctca</w:t>
      </w:r>
    </w:p>
    <w:p w14:paraId="075A275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taattaaaaa tttatctaag tcactaactg agaataaata ttctcaatta gatgaagagc</w:t>
      </w:r>
    </w:p>
    <w:p w14:paraId="28A41FF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aaccaatgga gattgattaa acgaacatga aaattattct tttcttggca ctgataacac</w:t>
      </w:r>
    </w:p>
    <w:p w14:paraId="3B6B9ED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tcgctacttg tgagctttat cactaccaag agtgtgttag aggtacaaca gtacttttaa</w:t>
      </w:r>
    </w:p>
    <w:p w14:paraId="2AB8D8C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aagaaccttg ctcttctgga acatacgagg gcaattcacc atttcatcct ctagctgata</w:t>
      </w:r>
    </w:p>
    <w:p w14:paraId="1061E34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acaaatttgc actgacttgc tttagcactc aatttgcttt tgcttgtcct gacggcgtaa</w:t>
      </w:r>
    </w:p>
    <w:p w14:paraId="1658D41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aacacgtcta tcagttacgt gccagatcag tttcacctaa actgttcatc agacaagagg</w:t>
      </w:r>
    </w:p>
    <w:p w14:paraId="68CE34A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aagttcaaga actttactct ccaatttttc ttattgttgc ggcaatagtg tttataacac</w:t>
      </w:r>
    </w:p>
    <w:p w14:paraId="49C6B58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tttgcttcac actcaaaaga aagacagaat gattgaactt tcattaattg acttctattt</w:t>
      </w:r>
    </w:p>
    <w:p w14:paraId="672E9AC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gtgcttttta gcctttctgt tattccttgt tttaattatg cttattatct tttggttctc</w:t>
      </w:r>
    </w:p>
    <w:p w14:paraId="01F416D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acttgaactg caagatcata atgaaacttg tcacgcctaa acgaacatga aatttcttgt</w:t>
      </w:r>
    </w:p>
    <w:p w14:paraId="0C1BF99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tttcttagga atcatcacaa ctgtagctgc atttcaccaa gaatgtagtt tacagtcatg</w:t>
      </w:r>
    </w:p>
    <w:p w14:paraId="2842C90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tactcaacat caaccatatg tagttgatga cccgtgtcct attcacttct attctaaatg</w:t>
      </w:r>
    </w:p>
    <w:p w14:paraId="25272B1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gtatattaga gtaggagcta gaaaatcagc acctttaatt gaattgtgcg tggatgaggc</w:t>
      </w:r>
    </w:p>
    <w:p w14:paraId="6AABD65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tggttctaaa tcacccattc agtacatcga tatcggtaat tatacagttt cctgtttacc</w:t>
      </w:r>
    </w:p>
    <w:p w14:paraId="5D4BDCA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ttttacaatt aattgccagg aacctaaatt gggtagtctt gtagtgcgtt gttcgttcta</w:t>
      </w:r>
    </w:p>
    <w:p w14:paraId="425BF40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tgaagacttt ttagagtatc atgacgttcg tgttgtttta gatttcatct aaacgaacaa</w:t>
      </w:r>
    </w:p>
    <w:p w14:paraId="5CADFE8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acttaaatgt ctgataatgg accccaaaat cagcgaaatg cactccgcat tacgtttggt</w:t>
      </w:r>
    </w:p>
    <w:p w14:paraId="1A0A1AD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aatggtgggg cgcgatcaaa acaacgtcgg</w:t>
      </w:r>
    </w:p>
    <w:p w14:paraId="10B3B05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ccccaaggtt tacccaataa tactgcgtct tggttcaccg ctctcactca acatggcaag</w:t>
      </w:r>
    </w:p>
    <w:p w14:paraId="588119CD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gaagacctta aattccctcg aggacaaggc gttccaatta acaccaatag cagtccagat</w:t>
      </w:r>
    </w:p>
    <w:p w14:paraId="6BC7B4A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gaccaaattg gctactaccg aagagctacc agacgaattc gtggtggtga cggtaaaatg</w:t>
      </w:r>
    </w:p>
    <w:p w14:paraId="676A22B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aaagatctca gtccaagatg gtatttctac tacctaggaa ctgggccaga agctggactt</w:t>
      </w:r>
    </w:p>
    <w:p w14:paraId="6DC29B39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ccctatggtg ctaacaaaga cggcatcata tgggttgcaa ctgagggagc cttgaataca</w:t>
      </w:r>
    </w:p>
    <w:p w14:paraId="5DC9C44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ccaaaagatc acattggcac ccgcaatcct gctaacaatg ctgcaatcgt gctacaactt</w:t>
      </w:r>
    </w:p>
    <w:p w14:paraId="207AD6D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cctcaaggaa caacattgcc aaaaggcttc tacgcagaag ggagcagagg cggcagtcaa</w:t>
      </w:r>
    </w:p>
    <w:p w14:paraId="2390DF28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gcctcttctc gttcctcatc acgtagtcgc aacagttcaa gaaattcaac tccaggcagc</w:t>
      </w:r>
    </w:p>
    <w:p w14:paraId="07CDCE5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agtaaacgaa cttctcctgc tagaatggct ggcaatggcg gtgatgctgc tcttgctttg</w:t>
      </w:r>
    </w:p>
    <w:p w14:paraId="7D7173AF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ctgctgcttg acagattgaa ccagcttgag agcaaaatgt ctggtaaagg ccaacaacaa</w:t>
      </w:r>
    </w:p>
    <w:p w14:paraId="046FF47E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caaggccaaa ctgtcactaa gaaatctgct gctgaggctt ctaagaagcc tcggcaaaaa</w:t>
      </w:r>
    </w:p>
    <w:p w14:paraId="5603394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cgtactgcca ctaaagcata caatgtaaca caagctttcg gcagacgtgg tccagaacaa</w:t>
      </w:r>
    </w:p>
    <w:p w14:paraId="54B81DEC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acccaaggaa attttgggga ccaggaacta atcagacaag gaactgatta caaacattgg</w:t>
      </w:r>
    </w:p>
    <w:p w14:paraId="3660C020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ccgcaaattg cacaatttgc ccccagcgct tcagcgttct tcggaatgtc gcgcattggc</w:t>
      </w:r>
    </w:p>
    <w:p w14:paraId="38B759D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atggaagtca caccttcggg aacgtggttg acctacacag gtgccatcaa attggatgac</w:t>
      </w:r>
    </w:p>
    <w:p w14:paraId="6CFECBF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aaagatccaa atttcaaaga tcaagtcatt ttgctgaata agcatattga cgcatacaaa</w:t>
      </w:r>
    </w:p>
    <w:p w14:paraId="05E2F542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acattcccac caacagagcc taaaaaggac aaaaagaaga aggctgatga aactcaagcc</w:t>
      </w:r>
    </w:p>
    <w:p w14:paraId="6EE79FA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ttaccgcaga gacagaagaa acagcaaact gtgactcttc ttcctgctgc agatttggat</w:t>
      </w:r>
    </w:p>
    <w:p w14:paraId="46E45F66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gatttctcca aacaattgca acaatccatg agcagtgctg actcaactca ggcctaaact</w:t>
      </w:r>
    </w:p>
    <w:p w14:paraId="422C999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catgcagacc acacaaggca gatgggctat ataaacgttt tcgcttttcc gtttacgata</w:t>
      </w:r>
    </w:p>
    <w:p w14:paraId="440DA913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tatagtctac tcttgtgcag aatgaattct cgtaactaca tagcacaagt agatgtagtt</w:t>
      </w:r>
    </w:p>
    <w:p w14:paraId="5B1C089B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aactttaatc tcacatagca atctttaatc agtgtgtaac attagggagg acttgaaaga</w:t>
      </w:r>
    </w:p>
    <w:p w14:paraId="5D82FFD1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gccaccacat tttcaccgag gccacgcgga gtacgatcga gtgtacagtg aacaatgcta</w:t>
      </w:r>
    </w:p>
    <w:p w14:paraId="059CE925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gggagagctg cctatatgga agagccctaa tgtgtaaaat taattttagt agtgctatcc</w:t>
      </w:r>
    </w:p>
    <w:p w14:paraId="6FA8D95A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ccatgtgatt ttaatagctt cttagg</w:t>
      </w:r>
    </w:p>
    <w:p w14:paraId="3BA73247" w14:textId="77777777" w:rsidR="003765D2" w:rsidRPr="003765D2" w:rsidRDefault="003765D2" w:rsidP="003765D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5D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0134C1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5D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765D2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D4D98B"/>
  <w15:chartTrackingRefBased/>
  <w15:docId w15:val="{45F667CB-F1E0-4548-B6E8-EDEEDFD5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0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74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91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68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41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37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10879</Words>
  <Characters>62016</Characters>
  <Application>Microsoft Office Word</Application>
  <DocSecurity>0</DocSecurity>
  <Lines>516</Lines>
  <Paragraphs>145</Paragraphs>
  <ScaleCrop>false</ScaleCrop>
  <Company/>
  <LinksUpToDate>false</LinksUpToDate>
  <CharactersWithSpaces>72750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2023-02-03T12:27:00Z</dcterms:created>
  <dcterms:modified xsi:type="dcterms:W3CDTF">2023-02-03T12:27:00Z</dcterms:modified>
</cp:coreProperties>
</file>